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CDE347" w14:textId="17B0214D" w:rsidR="00537277" w:rsidRPr="007E73B2" w:rsidRDefault="007E73B2" w:rsidP="007E73B2">
      <w:pPr>
        <w:jc w:val="right"/>
        <w:rPr>
          <w:b/>
          <w:bCs/>
          <w:u w:val="single"/>
        </w:rPr>
      </w:pPr>
      <w:r w:rsidRPr="007E73B2">
        <w:rPr>
          <w:b/>
          <w:bCs/>
          <w:u w:val="single"/>
        </w:rPr>
        <w:t xml:space="preserve">ZAŁĄCZNIK NR </w:t>
      </w:r>
      <w:r w:rsidR="009C2ADA">
        <w:rPr>
          <w:b/>
          <w:bCs/>
          <w:u w:val="single"/>
        </w:rPr>
        <w:t>3</w:t>
      </w:r>
      <w:r w:rsidRPr="007E73B2">
        <w:rPr>
          <w:b/>
          <w:bCs/>
          <w:u w:val="single"/>
        </w:rPr>
        <w:t xml:space="preserve"> </w:t>
      </w:r>
      <w:r w:rsidR="009C2ADA">
        <w:rPr>
          <w:b/>
          <w:bCs/>
          <w:u w:val="single"/>
        </w:rPr>
        <w:t>-</w:t>
      </w:r>
      <w:r w:rsidRPr="007E73B2">
        <w:rPr>
          <w:b/>
          <w:bCs/>
          <w:u w:val="single"/>
        </w:rPr>
        <w:t xml:space="preserve"> część konstrukcyjna: opis</w:t>
      </w:r>
    </w:p>
    <w:p w14:paraId="71F18B2A" w14:textId="2AAD8C82" w:rsidR="00E459BB" w:rsidRDefault="00E459BB" w:rsidP="00E459BB">
      <w:pPr>
        <w:jc w:val="center"/>
      </w:pPr>
    </w:p>
    <w:p w14:paraId="2D56DCC5" w14:textId="77777777" w:rsidR="007E73B2" w:rsidRPr="007E73B2" w:rsidRDefault="007E73B2" w:rsidP="007E73B2">
      <w:pPr>
        <w:rPr>
          <w:rFonts w:ascii="Times New Roman" w:hAnsi="Times New Roman"/>
          <w:b/>
          <w:bCs/>
          <w:sz w:val="24"/>
          <w:szCs w:val="24"/>
          <w:u w:val="single"/>
        </w:rPr>
      </w:pPr>
      <w:r w:rsidRPr="007E73B2">
        <w:rPr>
          <w:rFonts w:ascii="Times New Roman" w:hAnsi="Times New Roman"/>
          <w:b/>
          <w:bCs/>
          <w:sz w:val="24"/>
          <w:szCs w:val="24"/>
          <w:u w:val="single"/>
        </w:rPr>
        <w:t xml:space="preserve">CZĘŚĆ KONSTRUKCYJNA </w:t>
      </w:r>
    </w:p>
    <w:p w14:paraId="78604436" w14:textId="77777777" w:rsidR="007E73B2" w:rsidRPr="007E73B2" w:rsidRDefault="007E73B2" w:rsidP="007E73B2">
      <w:pPr>
        <w:spacing w:before="120"/>
        <w:jc w:val="both"/>
        <w:rPr>
          <w:rFonts w:ascii="Times New Roman" w:hAnsi="Times New Roman"/>
          <w:b/>
          <w:bCs/>
          <w:sz w:val="24"/>
          <w:szCs w:val="24"/>
        </w:rPr>
      </w:pPr>
      <w:r w:rsidRPr="007E73B2">
        <w:rPr>
          <w:rFonts w:ascii="Times New Roman" w:hAnsi="Times New Roman"/>
          <w:b/>
          <w:bCs/>
          <w:sz w:val="24"/>
          <w:szCs w:val="24"/>
        </w:rPr>
        <w:t xml:space="preserve">1. PŁYTA FUNDAMENTOWA POD ARMATURĘ PODZIEMNĄ </w:t>
      </w:r>
    </w:p>
    <w:p w14:paraId="2025B2DF" w14:textId="77777777" w:rsidR="007E73B2" w:rsidRPr="007E73B2" w:rsidRDefault="007E73B2" w:rsidP="007E73B2">
      <w:pPr>
        <w:spacing w:before="120"/>
        <w:jc w:val="both"/>
        <w:rPr>
          <w:rFonts w:ascii="Times New Roman" w:hAnsi="Times New Roman"/>
          <w:sz w:val="24"/>
          <w:szCs w:val="24"/>
        </w:rPr>
      </w:pPr>
      <w:r w:rsidRPr="007E73B2">
        <w:rPr>
          <w:rFonts w:ascii="Times New Roman" w:hAnsi="Times New Roman"/>
          <w:sz w:val="24"/>
          <w:szCs w:val="24"/>
        </w:rPr>
        <w:t xml:space="preserve">Jako podparcie dla armatury podziemnej zaprojektowano płytę żelbetową o wymiarach </w:t>
      </w:r>
    </w:p>
    <w:p w14:paraId="614BD42D" w14:textId="77777777" w:rsidR="007E73B2" w:rsidRPr="007E73B2" w:rsidRDefault="007E73B2" w:rsidP="007E73B2">
      <w:pPr>
        <w:spacing w:before="120"/>
        <w:jc w:val="both"/>
        <w:rPr>
          <w:rFonts w:ascii="Times New Roman" w:hAnsi="Times New Roman"/>
          <w:sz w:val="24"/>
          <w:szCs w:val="24"/>
        </w:rPr>
      </w:pPr>
      <w:r w:rsidRPr="007E73B2">
        <w:rPr>
          <w:rFonts w:ascii="Times New Roman" w:hAnsi="Times New Roman"/>
          <w:sz w:val="24"/>
          <w:szCs w:val="24"/>
        </w:rPr>
        <w:t xml:space="preserve">600x600x150 mm.  </w:t>
      </w:r>
    </w:p>
    <w:p w14:paraId="3517A0E8" w14:textId="77777777" w:rsidR="007E73B2" w:rsidRPr="007E73B2" w:rsidRDefault="007E73B2" w:rsidP="007E73B2">
      <w:pPr>
        <w:spacing w:before="120"/>
        <w:jc w:val="both"/>
        <w:rPr>
          <w:rFonts w:ascii="Times New Roman" w:hAnsi="Times New Roman"/>
          <w:sz w:val="24"/>
          <w:szCs w:val="24"/>
        </w:rPr>
      </w:pPr>
      <w:r w:rsidRPr="007E73B2">
        <w:rPr>
          <w:rFonts w:ascii="Times New Roman" w:hAnsi="Times New Roman"/>
          <w:sz w:val="24"/>
          <w:szCs w:val="24"/>
        </w:rPr>
        <w:t xml:space="preserve">Płyta zbrojona siatką z prętów fi 12, rozstaw oczka 15 cm, otulina 5 cm dla klasy ekspozycji XC2. </w:t>
      </w:r>
    </w:p>
    <w:p w14:paraId="6684C6F6" w14:textId="77777777" w:rsidR="007E73B2" w:rsidRPr="007E73B2" w:rsidRDefault="007E73B2" w:rsidP="007E73B2">
      <w:pPr>
        <w:spacing w:before="120"/>
        <w:jc w:val="both"/>
        <w:rPr>
          <w:rFonts w:ascii="Times New Roman" w:hAnsi="Times New Roman"/>
          <w:sz w:val="24"/>
          <w:szCs w:val="24"/>
        </w:rPr>
      </w:pPr>
      <w:r w:rsidRPr="007E73B2">
        <w:rPr>
          <w:rFonts w:ascii="Times New Roman" w:hAnsi="Times New Roman"/>
          <w:sz w:val="24"/>
          <w:szCs w:val="24"/>
        </w:rPr>
        <w:t xml:space="preserve">Beton C30/37(B37), stal zbrojeniowa B500 żebrowana o klasie ciągliwości B.  </w:t>
      </w:r>
    </w:p>
    <w:p w14:paraId="0ED1ADAD" w14:textId="77777777" w:rsidR="007E73B2" w:rsidRPr="007E73B2" w:rsidRDefault="007E73B2" w:rsidP="007E73B2">
      <w:pPr>
        <w:spacing w:before="120"/>
        <w:jc w:val="both"/>
        <w:rPr>
          <w:rFonts w:ascii="Times New Roman" w:hAnsi="Times New Roman"/>
          <w:sz w:val="24"/>
          <w:szCs w:val="24"/>
        </w:rPr>
      </w:pPr>
      <w:r w:rsidRPr="007E73B2">
        <w:rPr>
          <w:rFonts w:ascii="Times New Roman" w:hAnsi="Times New Roman"/>
          <w:sz w:val="24"/>
          <w:szCs w:val="24"/>
        </w:rPr>
        <w:t xml:space="preserve">Płytę ułożyć na warstwie chudego betonu C12/15 grubości min. 10 cm. Warstwa chudego </w:t>
      </w:r>
    </w:p>
    <w:p w14:paraId="1D008550" w14:textId="77777777" w:rsidR="007E73B2" w:rsidRPr="007E73B2" w:rsidRDefault="007E73B2" w:rsidP="007E73B2">
      <w:pPr>
        <w:spacing w:before="120"/>
        <w:jc w:val="both"/>
        <w:rPr>
          <w:rFonts w:ascii="Times New Roman" w:hAnsi="Times New Roman"/>
          <w:sz w:val="24"/>
          <w:szCs w:val="24"/>
        </w:rPr>
      </w:pPr>
      <w:r w:rsidRPr="007E73B2">
        <w:rPr>
          <w:rFonts w:ascii="Times New Roman" w:hAnsi="Times New Roman"/>
          <w:sz w:val="24"/>
          <w:szCs w:val="24"/>
        </w:rPr>
        <w:t xml:space="preserve">betonu powinna zostać ułożona na gruncie nośnym.  </w:t>
      </w:r>
    </w:p>
    <w:p w14:paraId="38072222" w14:textId="77777777" w:rsidR="007E73B2" w:rsidRPr="007E73B2" w:rsidRDefault="007E73B2" w:rsidP="007E73B2">
      <w:pPr>
        <w:spacing w:before="120"/>
        <w:jc w:val="both"/>
        <w:rPr>
          <w:rFonts w:ascii="Times New Roman" w:hAnsi="Times New Roman"/>
          <w:sz w:val="24"/>
          <w:szCs w:val="24"/>
        </w:rPr>
      </w:pPr>
      <w:r w:rsidRPr="007E73B2">
        <w:rPr>
          <w:rFonts w:ascii="Times New Roman" w:hAnsi="Times New Roman"/>
          <w:sz w:val="24"/>
          <w:szCs w:val="24"/>
        </w:rPr>
        <w:t>Wykop zasypać gruntem niespoistym Pd/</w:t>
      </w:r>
      <w:proofErr w:type="spellStart"/>
      <w:r w:rsidRPr="007E73B2">
        <w:rPr>
          <w:rFonts w:ascii="Times New Roman" w:hAnsi="Times New Roman"/>
          <w:sz w:val="24"/>
          <w:szCs w:val="24"/>
        </w:rPr>
        <w:t>Ps</w:t>
      </w:r>
      <w:proofErr w:type="spellEnd"/>
      <w:r w:rsidRPr="007E73B2">
        <w:rPr>
          <w:rFonts w:ascii="Times New Roman" w:hAnsi="Times New Roman"/>
          <w:sz w:val="24"/>
          <w:szCs w:val="24"/>
        </w:rPr>
        <w:t xml:space="preserve"> o końcowym </w:t>
      </w:r>
      <w:proofErr w:type="spellStart"/>
      <w:r w:rsidRPr="007E73B2">
        <w:rPr>
          <w:rFonts w:ascii="Times New Roman" w:hAnsi="Times New Roman"/>
          <w:sz w:val="24"/>
          <w:szCs w:val="24"/>
        </w:rPr>
        <w:t>Is</w:t>
      </w:r>
      <w:proofErr w:type="spellEnd"/>
      <w:r w:rsidRPr="007E73B2">
        <w:rPr>
          <w:rFonts w:ascii="Times New Roman" w:hAnsi="Times New Roman"/>
          <w:sz w:val="24"/>
          <w:szCs w:val="24"/>
        </w:rPr>
        <w:t xml:space="preserve">(min)=0,98. Warstwy zasypu układać </w:t>
      </w:r>
    </w:p>
    <w:p w14:paraId="04B5448D" w14:textId="77777777" w:rsidR="007E73B2" w:rsidRPr="007E73B2" w:rsidRDefault="007E73B2" w:rsidP="007E73B2">
      <w:pPr>
        <w:spacing w:before="120"/>
        <w:jc w:val="both"/>
        <w:rPr>
          <w:rFonts w:ascii="Times New Roman" w:hAnsi="Times New Roman"/>
          <w:sz w:val="24"/>
          <w:szCs w:val="24"/>
        </w:rPr>
      </w:pPr>
      <w:r w:rsidRPr="007E73B2">
        <w:rPr>
          <w:rFonts w:ascii="Times New Roman" w:hAnsi="Times New Roman"/>
          <w:sz w:val="24"/>
          <w:szCs w:val="24"/>
        </w:rPr>
        <w:t xml:space="preserve">i zagęszczać max. grubościami 30 cm. </w:t>
      </w:r>
    </w:p>
    <w:p w14:paraId="391392AA" w14:textId="1CC93E84" w:rsidR="007E73B2" w:rsidRPr="007E73B2" w:rsidRDefault="007E73B2" w:rsidP="007E73B2">
      <w:pPr>
        <w:spacing w:before="120"/>
        <w:jc w:val="both"/>
        <w:rPr>
          <w:rFonts w:ascii="Times New Roman" w:hAnsi="Times New Roman"/>
          <w:sz w:val="24"/>
          <w:szCs w:val="24"/>
        </w:rPr>
      </w:pPr>
      <w:r w:rsidRPr="007E73B2">
        <w:rPr>
          <w:rFonts w:ascii="Times New Roman" w:hAnsi="Times New Roman"/>
          <w:sz w:val="24"/>
          <w:szCs w:val="24"/>
        </w:rPr>
        <w:t xml:space="preserve">Płytę zaizolować </w:t>
      </w:r>
      <w:proofErr w:type="spellStart"/>
      <w:r w:rsidRPr="007E73B2">
        <w:rPr>
          <w:rFonts w:ascii="Times New Roman" w:hAnsi="Times New Roman"/>
          <w:sz w:val="24"/>
          <w:szCs w:val="24"/>
        </w:rPr>
        <w:t>abizolem</w:t>
      </w:r>
      <w:proofErr w:type="spellEnd"/>
      <w:r w:rsidRPr="007E73B2">
        <w:rPr>
          <w:rFonts w:ascii="Times New Roman" w:hAnsi="Times New Roman"/>
          <w:sz w:val="24"/>
          <w:szCs w:val="24"/>
        </w:rPr>
        <w:t xml:space="preserve"> R oraz </w:t>
      </w:r>
      <w:proofErr w:type="spellStart"/>
      <w:r w:rsidRPr="007E73B2">
        <w:rPr>
          <w:rFonts w:ascii="Times New Roman" w:hAnsi="Times New Roman"/>
          <w:sz w:val="24"/>
          <w:szCs w:val="24"/>
        </w:rPr>
        <w:t>abizolem</w:t>
      </w:r>
      <w:proofErr w:type="spellEnd"/>
      <w:r w:rsidRPr="007E73B2">
        <w:rPr>
          <w:rFonts w:ascii="Times New Roman" w:hAnsi="Times New Roman"/>
          <w:sz w:val="24"/>
          <w:szCs w:val="24"/>
        </w:rPr>
        <w:t xml:space="preserve"> P.  </w:t>
      </w:r>
      <w:r w:rsidR="00E8374E">
        <w:rPr>
          <w:rFonts w:ascii="Times New Roman" w:hAnsi="Times New Roman"/>
          <w:sz w:val="24"/>
          <w:szCs w:val="24"/>
        </w:rPr>
        <w:t>(lub równoważne)</w:t>
      </w:r>
    </w:p>
    <w:p w14:paraId="3EEE5B80" w14:textId="77777777" w:rsidR="007E73B2" w:rsidRPr="007E73B2" w:rsidRDefault="007E73B2" w:rsidP="007E73B2">
      <w:pPr>
        <w:spacing w:before="120"/>
        <w:jc w:val="both"/>
        <w:rPr>
          <w:rFonts w:ascii="Times New Roman" w:hAnsi="Times New Roman"/>
          <w:sz w:val="24"/>
          <w:szCs w:val="24"/>
        </w:rPr>
      </w:pPr>
      <w:r w:rsidRPr="007E73B2">
        <w:rPr>
          <w:rFonts w:ascii="Times New Roman" w:hAnsi="Times New Roman"/>
          <w:sz w:val="24"/>
          <w:szCs w:val="24"/>
        </w:rPr>
        <w:t xml:space="preserve">Pomiędzy kurek główny a płytę betonową zastosować przekładkę z tworzywa sztucznego. </w:t>
      </w:r>
    </w:p>
    <w:p w14:paraId="59390BE0" w14:textId="77777777" w:rsidR="007E73B2" w:rsidRPr="007E73B2" w:rsidRDefault="007E73B2" w:rsidP="007E73B2">
      <w:pPr>
        <w:spacing w:before="120"/>
        <w:jc w:val="both"/>
        <w:rPr>
          <w:rFonts w:ascii="Times New Roman" w:hAnsi="Times New Roman"/>
          <w:sz w:val="24"/>
          <w:szCs w:val="24"/>
        </w:rPr>
      </w:pPr>
      <w:r w:rsidRPr="007E73B2">
        <w:rPr>
          <w:rFonts w:ascii="Times New Roman" w:hAnsi="Times New Roman"/>
          <w:sz w:val="24"/>
          <w:szCs w:val="24"/>
        </w:rPr>
        <w:t xml:space="preserve">Głębokość posadowienia płyty zależna jest od posadowienia głównego wylotowego zaworu </w:t>
      </w:r>
    </w:p>
    <w:p w14:paraId="7C896A10" w14:textId="77777777" w:rsidR="007E73B2" w:rsidRPr="007E73B2" w:rsidRDefault="007E73B2" w:rsidP="007E73B2">
      <w:pPr>
        <w:spacing w:before="120"/>
        <w:jc w:val="both"/>
        <w:rPr>
          <w:rFonts w:ascii="Times New Roman" w:hAnsi="Times New Roman"/>
          <w:sz w:val="24"/>
          <w:szCs w:val="24"/>
        </w:rPr>
      </w:pPr>
      <w:r w:rsidRPr="007E73B2">
        <w:rPr>
          <w:rFonts w:ascii="Times New Roman" w:hAnsi="Times New Roman"/>
          <w:sz w:val="24"/>
          <w:szCs w:val="24"/>
        </w:rPr>
        <w:t xml:space="preserve">kulowego montowanego na istniejącym gazociągu DN300 i należy ją ustalić na etapie prac </w:t>
      </w:r>
    </w:p>
    <w:p w14:paraId="3EB6D1E9" w14:textId="77777777" w:rsidR="007E73B2" w:rsidRPr="007E73B2" w:rsidRDefault="007E73B2" w:rsidP="007E73B2">
      <w:pPr>
        <w:spacing w:before="120"/>
        <w:jc w:val="both"/>
        <w:rPr>
          <w:rFonts w:ascii="Times New Roman" w:hAnsi="Times New Roman"/>
          <w:sz w:val="24"/>
          <w:szCs w:val="24"/>
        </w:rPr>
      </w:pPr>
      <w:r w:rsidRPr="007E73B2">
        <w:rPr>
          <w:rFonts w:ascii="Times New Roman" w:hAnsi="Times New Roman"/>
          <w:sz w:val="24"/>
          <w:szCs w:val="24"/>
        </w:rPr>
        <w:t xml:space="preserve">wykonawczych w terenie. </w:t>
      </w:r>
    </w:p>
    <w:p w14:paraId="069FB948" w14:textId="77777777" w:rsidR="007E73B2" w:rsidRPr="007E73B2" w:rsidRDefault="007E73B2" w:rsidP="007E73B2">
      <w:pPr>
        <w:spacing w:before="120"/>
        <w:jc w:val="both"/>
        <w:rPr>
          <w:rFonts w:ascii="Times New Roman" w:hAnsi="Times New Roman"/>
          <w:sz w:val="24"/>
          <w:szCs w:val="24"/>
        </w:rPr>
      </w:pPr>
      <w:r w:rsidRPr="007E73B2">
        <w:rPr>
          <w:rFonts w:ascii="Times New Roman" w:hAnsi="Times New Roman"/>
          <w:sz w:val="24"/>
          <w:szCs w:val="24"/>
        </w:rPr>
        <w:t xml:space="preserve">Szczegółowe rozwiązanie elementu żelbetowego wg rys. KB-01-01 </w:t>
      </w:r>
    </w:p>
    <w:p w14:paraId="3893A645" w14:textId="77777777" w:rsidR="007E73B2" w:rsidRPr="007E73B2" w:rsidRDefault="007E73B2" w:rsidP="007E73B2">
      <w:pPr>
        <w:spacing w:before="120"/>
        <w:jc w:val="both"/>
        <w:rPr>
          <w:rFonts w:ascii="Times New Roman" w:hAnsi="Times New Roman"/>
          <w:b/>
          <w:bCs/>
          <w:sz w:val="24"/>
          <w:szCs w:val="24"/>
        </w:rPr>
      </w:pPr>
      <w:r w:rsidRPr="007E73B2">
        <w:rPr>
          <w:rFonts w:ascii="Times New Roman" w:hAnsi="Times New Roman"/>
          <w:b/>
          <w:bCs/>
          <w:sz w:val="24"/>
          <w:szCs w:val="24"/>
        </w:rPr>
        <w:t xml:space="preserve">2. FUNDAMENT KOLUMNY UPUSTOWEJ DN100 </w:t>
      </w:r>
    </w:p>
    <w:p w14:paraId="135E77DD" w14:textId="77777777" w:rsidR="007E73B2" w:rsidRPr="007E73B2" w:rsidRDefault="007E73B2" w:rsidP="007E73B2">
      <w:pPr>
        <w:spacing w:before="120"/>
        <w:jc w:val="both"/>
        <w:rPr>
          <w:rFonts w:ascii="Times New Roman" w:hAnsi="Times New Roman"/>
          <w:sz w:val="24"/>
          <w:szCs w:val="24"/>
        </w:rPr>
      </w:pPr>
      <w:r w:rsidRPr="007E73B2">
        <w:rPr>
          <w:rFonts w:ascii="Times New Roman" w:hAnsi="Times New Roman"/>
          <w:sz w:val="24"/>
          <w:szCs w:val="24"/>
        </w:rPr>
        <w:t xml:space="preserve">Fundament kolumny wydmuchowej dla upustu DN100 zaprojektowano jako słup betonowy </w:t>
      </w:r>
    </w:p>
    <w:p w14:paraId="2A29281D" w14:textId="77777777" w:rsidR="007E73B2" w:rsidRPr="007E73B2" w:rsidRDefault="007E73B2" w:rsidP="007E73B2">
      <w:pPr>
        <w:spacing w:before="120"/>
        <w:jc w:val="both"/>
        <w:rPr>
          <w:rFonts w:ascii="Times New Roman" w:hAnsi="Times New Roman"/>
          <w:sz w:val="24"/>
          <w:szCs w:val="24"/>
        </w:rPr>
      </w:pPr>
      <w:r w:rsidRPr="007E73B2">
        <w:rPr>
          <w:rFonts w:ascii="Times New Roman" w:hAnsi="Times New Roman"/>
          <w:sz w:val="24"/>
          <w:szCs w:val="24"/>
        </w:rPr>
        <w:t xml:space="preserve">o wymiarach 400x400x2300 zbrojony konstrukcyjnie prętami ø12, strzemiona ø8 w rozstawie co </w:t>
      </w:r>
    </w:p>
    <w:p w14:paraId="07F49750" w14:textId="77777777" w:rsidR="007E73B2" w:rsidRPr="007E73B2" w:rsidRDefault="007E73B2" w:rsidP="007E73B2">
      <w:pPr>
        <w:spacing w:before="120"/>
        <w:jc w:val="both"/>
        <w:rPr>
          <w:rFonts w:ascii="Times New Roman" w:hAnsi="Times New Roman"/>
          <w:sz w:val="24"/>
          <w:szCs w:val="24"/>
        </w:rPr>
      </w:pPr>
      <w:r w:rsidRPr="007E73B2">
        <w:rPr>
          <w:rFonts w:ascii="Times New Roman" w:hAnsi="Times New Roman"/>
          <w:sz w:val="24"/>
          <w:szCs w:val="24"/>
        </w:rPr>
        <w:t xml:space="preserve">15 cm, otulina 5 cm dla klasy ekspozycji CX2. Beton C30/37, stal zbrojeniowa B500SP żebrowana </w:t>
      </w:r>
    </w:p>
    <w:p w14:paraId="4D5D8312" w14:textId="77777777" w:rsidR="007E73B2" w:rsidRPr="007E73B2" w:rsidRDefault="007E73B2" w:rsidP="007E73B2">
      <w:pPr>
        <w:spacing w:before="120"/>
        <w:jc w:val="both"/>
        <w:rPr>
          <w:rFonts w:ascii="Times New Roman" w:hAnsi="Times New Roman"/>
          <w:sz w:val="24"/>
          <w:szCs w:val="24"/>
        </w:rPr>
      </w:pPr>
      <w:r w:rsidRPr="007E73B2">
        <w:rPr>
          <w:rFonts w:ascii="Times New Roman" w:hAnsi="Times New Roman"/>
          <w:sz w:val="24"/>
          <w:szCs w:val="24"/>
        </w:rPr>
        <w:t xml:space="preserve">o klasie ciągliwości C, strzemiona ze stali B240 gładkiej. Pod kolumną wykonać warstwę </w:t>
      </w:r>
    </w:p>
    <w:p w14:paraId="177A2D6C" w14:textId="77777777" w:rsidR="007E73B2" w:rsidRPr="007E73B2" w:rsidRDefault="007E73B2" w:rsidP="007E73B2">
      <w:pPr>
        <w:spacing w:before="120"/>
        <w:jc w:val="both"/>
        <w:rPr>
          <w:rFonts w:ascii="Times New Roman" w:hAnsi="Times New Roman"/>
          <w:sz w:val="24"/>
          <w:szCs w:val="24"/>
        </w:rPr>
      </w:pPr>
      <w:r w:rsidRPr="007E73B2">
        <w:rPr>
          <w:rFonts w:ascii="Times New Roman" w:hAnsi="Times New Roman"/>
          <w:sz w:val="24"/>
          <w:szCs w:val="24"/>
        </w:rPr>
        <w:t xml:space="preserve">chudego betonu C8/10 gr. 10 cm. </w:t>
      </w:r>
    </w:p>
    <w:p w14:paraId="452D4095" w14:textId="77777777" w:rsidR="007E73B2" w:rsidRPr="007E73B2" w:rsidRDefault="007E73B2" w:rsidP="007E73B2">
      <w:pPr>
        <w:spacing w:before="120"/>
        <w:jc w:val="both"/>
        <w:rPr>
          <w:rFonts w:ascii="Times New Roman" w:hAnsi="Times New Roman"/>
          <w:sz w:val="24"/>
          <w:szCs w:val="24"/>
        </w:rPr>
      </w:pPr>
      <w:r w:rsidRPr="007E73B2">
        <w:rPr>
          <w:rFonts w:ascii="Times New Roman" w:hAnsi="Times New Roman"/>
          <w:sz w:val="24"/>
          <w:szCs w:val="24"/>
        </w:rPr>
        <w:t xml:space="preserve">Beton stykający się z gruntem zabezpieczyć poprzez zastosowanie izolacji z </w:t>
      </w:r>
      <w:proofErr w:type="spellStart"/>
      <w:r w:rsidRPr="007E73B2">
        <w:rPr>
          <w:rFonts w:ascii="Times New Roman" w:hAnsi="Times New Roman"/>
          <w:sz w:val="24"/>
          <w:szCs w:val="24"/>
        </w:rPr>
        <w:t>abizolu</w:t>
      </w:r>
      <w:proofErr w:type="spellEnd"/>
      <w:r w:rsidRPr="007E73B2">
        <w:rPr>
          <w:rFonts w:ascii="Times New Roman" w:hAnsi="Times New Roman"/>
          <w:sz w:val="24"/>
          <w:szCs w:val="24"/>
        </w:rPr>
        <w:t xml:space="preserve"> R oraz </w:t>
      </w:r>
    </w:p>
    <w:p w14:paraId="2618AFAB" w14:textId="704D23CA" w:rsidR="007E73B2" w:rsidRPr="007E73B2" w:rsidRDefault="007E73B2" w:rsidP="007E73B2">
      <w:pPr>
        <w:spacing w:before="1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E73B2">
        <w:rPr>
          <w:rFonts w:ascii="Times New Roman" w:hAnsi="Times New Roman"/>
          <w:sz w:val="24"/>
          <w:szCs w:val="24"/>
        </w:rPr>
        <w:t>abizolu</w:t>
      </w:r>
      <w:proofErr w:type="spellEnd"/>
      <w:r w:rsidRPr="007E73B2">
        <w:rPr>
          <w:rFonts w:ascii="Times New Roman" w:hAnsi="Times New Roman"/>
          <w:sz w:val="24"/>
          <w:szCs w:val="24"/>
        </w:rPr>
        <w:t xml:space="preserve"> P</w:t>
      </w:r>
      <w:r w:rsidR="008A2FBF">
        <w:rPr>
          <w:rFonts w:ascii="Times New Roman" w:hAnsi="Times New Roman"/>
          <w:sz w:val="24"/>
          <w:szCs w:val="24"/>
        </w:rPr>
        <w:t xml:space="preserve"> (lub równoważne)</w:t>
      </w:r>
      <w:r w:rsidRPr="007E73B2">
        <w:rPr>
          <w:rFonts w:ascii="Times New Roman" w:hAnsi="Times New Roman"/>
          <w:sz w:val="24"/>
          <w:szCs w:val="24"/>
        </w:rPr>
        <w:t xml:space="preserve">. Powierzchnie betonu narażone na warunki atmosferyczne malować farbą silikonową lub silikatową do betonu. </w:t>
      </w:r>
    </w:p>
    <w:p w14:paraId="6B57147D" w14:textId="1C17F37D" w:rsidR="007E73B2" w:rsidRPr="007E73B2" w:rsidRDefault="007E73B2" w:rsidP="007E73B2">
      <w:pPr>
        <w:spacing w:before="120"/>
        <w:jc w:val="both"/>
        <w:rPr>
          <w:rFonts w:ascii="Times New Roman" w:hAnsi="Times New Roman"/>
          <w:sz w:val="24"/>
          <w:szCs w:val="24"/>
        </w:rPr>
      </w:pPr>
      <w:r w:rsidRPr="007E73B2">
        <w:rPr>
          <w:rFonts w:ascii="Times New Roman" w:hAnsi="Times New Roman"/>
          <w:sz w:val="24"/>
          <w:szCs w:val="24"/>
        </w:rPr>
        <w:t>Szczegółowe rozwiązanie elementu żelbetowego wg rys. KB-01-02</w:t>
      </w:r>
    </w:p>
    <w:p w14:paraId="4F85E808" w14:textId="77777777" w:rsidR="007E73B2" w:rsidRPr="007E73B2" w:rsidRDefault="007E73B2" w:rsidP="007E73B2">
      <w:pPr>
        <w:spacing w:before="120"/>
        <w:jc w:val="both"/>
        <w:rPr>
          <w:rFonts w:ascii="Times New Roman" w:hAnsi="Times New Roman"/>
          <w:b/>
          <w:bCs/>
          <w:sz w:val="24"/>
          <w:szCs w:val="24"/>
        </w:rPr>
      </w:pPr>
      <w:r w:rsidRPr="007E73B2">
        <w:rPr>
          <w:rFonts w:ascii="Times New Roman" w:hAnsi="Times New Roman"/>
          <w:b/>
          <w:bCs/>
          <w:sz w:val="24"/>
          <w:szCs w:val="24"/>
        </w:rPr>
        <w:t xml:space="preserve">IZOLACJA PODZIEMNEJ ARMATURY OD BETONOWYCH FUNDAMENTÓW </w:t>
      </w:r>
    </w:p>
    <w:p w14:paraId="5F236DEB" w14:textId="77777777" w:rsidR="007E73B2" w:rsidRPr="007E73B2" w:rsidRDefault="007E73B2" w:rsidP="007E73B2">
      <w:pPr>
        <w:spacing w:before="120"/>
        <w:jc w:val="both"/>
        <w:rPr>
          <w:rFonts w:ascii="Times New Roman" w:hAnsi="Times New Roman"/>
          <w:sz w:val="24"/>
          <w:szCs w:val="24"/>
        </w:rPr>
      </w:pPr>
      <w:r w:rsidRPr="007E73B2">
        <w:rPr>
          <w:rFonts w:ascii="Times New Roman" w:hAnsi="Times New Roman"/>
          <w:sz w:val="24"/>
          <w:szCs w:val="24"/>
        </w:rPr>
        <w:t xml:space="preserve">Podziemną armaturę ZZU należy oddzielić od płyt fundamentowych za pomocą mechanicznie </w:t>
      </w:r>
    </w:p>
    <w:p w14:paraId="6D3CC99A" w14:textId="77777777" w:rsidR="007E73B2" w:rsidRPr="007E73B2" w:rsidRDefault="007E73B2" w:rsidP="007E73B2">
      <w:pPr>
        <w:spacing w:before="120"/>
        <w:jc w:val="both"/>
        <w:rPr>
          <w:rFonts w:ascii="Times New Roman" w:hAnsi="Times New Roman"/>
          <w:sz w:val="24"/>
          <w:szCs w:val="24"/>
        </w:rPr>
      </w:pPr>
      <w:r w:rsidRPr="007E73B2">
        <w:rPr>
          <w:rFonts w:ascii="Times New Roman" w:hAnsi="Times New Roman"/>
          <w:sz w:val="24"/>
          <w:szCs w:val="24"/>
        </w:rPr>
        <w:t xml:space="preserve">wytrzymałych i niehigroskopijnych przekładek/płyt izolacyjnych (np. z tekstolitu szklanego – TSE). </w:t>
      </w:r>
    </w:p>
    <w:p w14:paraId="5D661FEA" w14:textId="09700B03" w:rsidR="007E73B2" w:rsidRDefault="007E73B2" w:rsidP="007E73B2">
      <w:pPr>
        <w:spacing w:before="120"/>
        <w:jc w:val="center"/>
        <w:rPr>
          <w:rFonts w:ascii="Times New Roman" w:hAnsi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2A63244B" wp14:editId="38741F8C">
            <wp:extent cx="4800600" cy="2737565"/>
            <wp:effectExtent l="0" t="0" r="0" b="5715"/>
            <wp:docPr id="1057245421" name="Obraz 1" descr="Obraz zawierający tekst, diagram, zrzut ekranu, Plan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7245421" name="Obraz 1" descr="Obraz zawierający tekst, diagram, zrzut ekranu, Plan&#10;&#10;Zawartość wygenerowana przez AI może być niepoprawna.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21535" cy="2749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815C90" w14:textId="71C5BC1D" w:rsidR="007E73B2" w:rsidRPr="007E73B2" w:rsidRDefault="007E73B2" w:rsidP="007E73B2">
      <w:pPr>
        <w:spacing w:before="120"/>
        <w:jc w:val="center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inline distT="0" distB="0" distL="0" distR="0" wp14:anchorId="49CE9E38" wp14:editId="1698A396">
            <wp:extent cx="4525338" cy="3343275"/>
            <wp:effectExtent l="0" t="0" r="8890" b="0"/>
            <wp:docPr id="1282000837" name="Obraz 1" descr="Obraz zawierający tekst, diagram, linia, zrzut ekranu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2000837" name="Obraz 1" descr="Obraz zawierający tekst, diagram, linia, zrzut ekranu&#10;&#10;Zawartość wygenerowana przez AI może być niepoprawna.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41199" cy="33549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E73B2" w:rsidRPr="007E73B2" w:rsidSect="00385C7E">
      <w:headerReference w:type="default" r:id="rId12"/>
      <w:footerReference w:type="even" r:id="rId13"/>
      <w:footerReference w:type="default" r:id="rId14"/>
      <w:footerReference w:type="first" r:id="rId15"/>
      <w:pgSz w:w="11906" w:h="16838" w:code="9"/>
      <w:pgMar w:top="1998" w:right="991" w:bottom="1258" w:left="567" w:header="357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37A407" w14:textId="77777777" w:rsidR="00D55484" w:rsidRDefault="00D55484">
      <w:r>
        <w:separator/>
      </w:r>
    </w:p>
  </w:endnote>
  <w:endnote w:type="continuationSeparator" w:id="0">
    <w:p w14:paraId="4811AE3C" w14:textId="77777777" w:rsidR="00D55484" w:rsidRDefault="00D55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733CAC" w14:textId="77777777" w:rsidR="008C23DA" w:rsidRDefault="008C23D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F733CAD" w14:textId="77777777" w:rsidR="008C23DA" w:rsidRDefault="008C23D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733CAE" w14:textId="1E9B69C6" w:rsidR="008C23DA" w:rsidRDefault="008C23DA">
    <w:pPr>
      <w:pStyle w:val="Stopka"/>
      <w:framePr w:wrap="around" w:vAnchor="text" w:hAnchor="page" w:x="11250" w:y="-112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2412A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F733CAF" w14:textId="77777777" w:rsidR="008C23DA" w:rsidRDefault="008C23DA">
    <w:pPr>
      <w:pStyle w:val="Stopka"/>
      <w:ind w:right="360"/>
    </w:pPr>
  </w:p>
  <w:p w14:paraId="2F733CB0" w14:textId="77777777" w:rsidR="008C23DA" w:rsidRDefault="008C23DA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733CB2" w14:textId="09667BD8" w:rsidR="008C23DA" w:rsidRDefault="008C23DA" w:rsidP="00324C01">
    <w:pPr>
      <w:pStyle w:val="Stopka"/>
      <w:jc w:val="center"/>
    </w:pPr>
  </w:p>
  <w:p w14:paraId="2F733CCB" w14:textId="77777777" w:rsidR="008C23DA" w:rsidRDefault="008C23DA" w:rsidP="00683652">
    <w:pPr>
      <w:pStyle w:val="Stopka"/>
    </w:pPr>
  </w:p>
  <w:p w14:paraId="2F733CCC" w14:textId="77777777" w:rsidR="008C23DA" w:rsidRDefault="008C23DA" w:rsidP="006836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EB9342" w14:textId="77777777" w:rsidR="00D55484" w:rsidRDefault="00D55484">
      <w:r>
        <w:separator/>
      </w:r>
    </w:p>
  </w:footnote>
  <w:footnote w:type="continuationSeparator" w:id="0">
    <w:p w14:paraId="40772E1E" w14:textId="77777777" w:rsidR="00D55484" w:rsidRDefault="00D554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733CAA" w14:textId="16A82070" w:rsidR="008C23DA" w:rsidRDefault="008C23DA" w:rsidP="0041391C">
    <w:pPr>
      <w:pStyle w:val="Nagwek"/>
      <w:jc w:val="center"/>
    </w:pPr>
  </w:p>
  <w:p w14:paraId="2F733CAB" w14:textId="77777777" w:rsidR="008C23DA" w:rsidRDefault="008C23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7F00FE"/>
    <w:multiLevelType w:val="multilevel"/>
    <w:tmpl w:val="3E186D72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</w:rPr>
    </w:lvl>
  </w:abstractNum>
  <w:abstractNum w:abstractNumId="1" w15:restartNumberingAfterBreak="0">
    <w:nsid w:val="16DE681B"/>
    <w:multiLevelType w:val="hybridMultilevel"/>
    <w:tmpl w:val="39641062"/>
    <w:lvl w:ilvl="0" w:tplc="2232619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11A120E"/>
    <w:multiLevelType w:val="multilevel"/>
    <w:tmpl w:val="69A099E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3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3" w15:restartNumberingAfterBreak="0">
    <w:nsid w:val="224D2B57"/>
    <w:multiLevelType w:val="hybridMultilevel"/>
    <w:tmpl w:val="A1E8B082"/>
    <w:lvl w:ilvl="0" w:tplc="C54EE99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C61C08"/>
    <w:multiLevelType w:val="hybridMultilevel"/>
    <w:tmpl w:val="E43A21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D2E29"/>
    <w:multiLevelType w:val="hybridMultilevel"/>
    <w:tmpl w:val="316C6F40"/>
    <w:lvl w:ilvl="0" w:tplc="42D2030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951942328">
    <w:abstractNumId w:val="2"/>
  </w:num>
  <w:num w:numId="2" w16cid:durableId="1301883698">
    <w:abstractNumId w:val="3"/>
  </w:num>
  <w:num w:numId="3" w16cid:durableId="1684865401">
    <w:abstractNumId w:val="5"/>
  </w:num>
  <w:num w:numId="4" w16cid:durableId="1508254959">
    <w:abstractNumId w:val="1"/>
  </w:num>
  <w:num w:numId="5" w16cid:durableId="1194148601">
    <w:abstractNumId w:val="0"/>
  </w:num>
  <w:num w:numId="6" w16cid:durableId="1659260962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comments" w:enforcement="0"/>
  <w:defaultTabStop w:val="708"/>
  <w:hyphenationZone w:val="425"/>
  <w:drawingGridHorizontalSpacing w:val="120"/>
  <w:displayHorizontalDrawingGridEvery w:val="2"/>
  <w:displayVerticalDrawingGridEvery w:val="2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9A9"/>
    <w:rsid w:val="0000054E"/>
    <w:rsid w:val="00001C5F"/>
    <w:rsid w:val="00003CAE"/>
    <w:rsid w:val="000068E1"/>
    <w:rsid w:val="00007B79"/>
    <w:rsid w:val="000163AF"/>
    <w:rsid w:val="000210FE"/>
    <w:rsid w:val="00022BB6"/>
    <w:rsid w:val="00024D2A"/>
    <w:rsid w:val="00025166"/>
    <w:rsid w:val="000251E1"/>
    <w:rsid w:val="0002771F"/>
    <w:rsid w:val="0003064A"/>
    <w:rsid w:val="00030BA4"/>
    <w:rsid w:val="00030C03"/>
    <w:rsid w:val="000329C5"/>
    <w:rsid w:val="00035E6F"/>
    <w:rsid w:val="0003675A"/>
    <w:rsid w:val="0004012B"/>
    <w:rsid w:val="00040C79"/>
    <w:rsid w:val="0004518F"/>
    <w:rsid w:val="00053200"/>
    <w:rsid w:val="000640C1"/>
    <w:rsid w:val="00067162"/>
    <w:rsid w:val="00067AB2"/>
    <w:rsid w:val="00067D3C"/>
    <w:rsid w:val="0007130C"/>
    <w:rsid w:val="0008044C"/>
    <w:rsid w:val="00080921"/>
    <w:rsid w:val="000841C8"/>
    <w:rsid w:val="0008521C"/>
    <w:rsid w:val="000864F1"/>
    <w:rsid w:val="00087FF7"/>
    <w:rsid w:val="0009160D"/>
    <w:rsid w:val="0009348D"/>
    <w:rsid w:val="000972A6"/>
    <w:rsid w:val="000A1E4C"/>
    <w:rsid w:val="000A3013"/>
    <w:rsid w:val="000A3678"/>
    <w:rsid w:val="000A6739"/>
    <w:rsid w:val="000A69F5"/>
    <w:rsid w:val="000A7328"/>
    <w:rsid w:val="000B2AA6"/>
    <w:rsid w:val="000B4E47"/>
    <w:rsid w:val="000B4E52"/>
    <w:rsid w:val="000B584A"/>
    <w:rsid w:val="000B70DA"/>
    <w:rsid w:val="000C0F6C"/>
    <w:rsid w:val="000C415D"/>
    <w:rsid w:val="000D0995"/>
    <w:rsid w:val="000D1049"/>
    <w:rsid w:val="000D1209"/>
    <w:rsid w:val="000D14AF"/>
    <w:rsid w:val="000D2F94"/>
    <w:rsid w:val="000D3231"/>
    <w:rsid w:val="000D6700"/>
    <w:rsid w:val="000D6B09"/>
    <w:rsid w:val="000E5181"/>
    <w:rsid w:val="000E7980"/>
    <w:rsid w:val="000F3574"/>
    <w:rsid w:val="000F62D1"/>
    <w:rsid w:val="000F7B21"/>
    <w:rsid w:val="00101DF0"/>
    <w:rsid w:val="001214AD"/>
    <w:rsid w:val="00121D1B"/>
    <w:rsid w:val="00122C07"/>
    <w:rsid w:val="0012328C"/>
    <w:rsid w:val="00124DD4"/>
    <w:rsid w:val="00134DDD"/>
    <w:rsid w:val="00135B32"/>
    <w:rsid w:val="00144AD4"/>
    <w:rsid w:val="00147B2B"/>
    <w:rsid w:val="0015121E"/>
    <w:rsid w:val="00151EE2"/>
    <w:rsid w:val="001534AD"/>
    <w:rsid w:val="00153B54"/>
    <w:rsid w:val="00154985"/>
    <w:rsid w:val="001627B2"/>
    <w:rsid w:val="00163066"/>
    <w:rsid w:val="0016337E"/>
    <w:rsid w:val="00164DEE"/>
    <w:rsid w:val="00166E9D"/>
    <w:rsid w:val="00170F02"/>
    <w:rsid w:val="0017251D"/>
    <w:rsid w:val="00172807"/>
    <w:rsid w:val="00174029"/>
    <w:rsid w:val="00184517"/>
    <w:rsid w:val="00184D45"/>
    <w:rsid w:val="00187A55"/>
    <w:rsid w:val="0019015D"/>
    <w:rsid w:val="00190990"/>
    <w:rsid w:val="00193347"/>
    <w:rsid w:val="001960B0"/>
    <w:rsid w:val="001A0622"/>
    <w:rsid w:val="001A2F0B"/>
    <w:rsid w:val="001A4D65"/>
    <w:rsid w:val="001B17D9"/>
    <w:rsid w:val="001B29BA"/>
    <w:rsid w:val="001B3B34"/>
    <w:rsid w:val="001B418C"/>
    <w:rsid w:val="001B7270"/>
    <w:rsid w:val="001C4F85"/>
    <w:rsid w:val="001D719B"/>
    <w:rsid w:val="001D7789"/>
    <w:rsid w:val="001E3562"/>
    <w:rsid w:val="001E3E54"/>
    <w:rsid w:val="001E3EBA"/>
    <w:rsid w:val="001F0F9E"/>
    <w:rsid w:val="001F3E09"/>
    <w:rsid w:val="001F4089"/>
    <w:rsid w:val="001F5688"/>
    <w:rsid w:val="001F730C"/>
    <w:rsid w:val="00200DDB"/>
    <w:rsid w:val="002074EE"/>
    <w:rsid w:val="00210CCC"/>
    <w:rsid w:val="002136E7"/>
    <w:rsid w:val="00217802"/>
    <w:rsid w:val="00222E49"/>
    <w:rsid w:val="0022474A"/>
    <w:rsid w:val="002257CB"/>
    <w:rsid w:val="00227101"/>
    <w:rsid w:val="00233EA8"/>
    <w:rsid w:val="002343CF"/>
    <w:rsid w:val="0023441D"/>
    <w:rsid w:val="00235E2D"/>
    <w:rsid w:val="002372A4"/>
    <w:rsid w:val="00240F14"/>
    <w:rsid w:val="002422AA"/>
    <w:rsid w:val="00252578"/>
    <w:rsid w:val="00254F0B"/>
    <w:rsid w:val="00255AFE"/>
    <w:rsid w:val="00256D17"/>
    <w:rsid w:val="002573DD"/>
    <w:rsid w:val="00262788"/>
    <w:rsid w:val="00264614"/>
    <w:rsid w:val="00266D1D"/>
    <w:rsid w:val="00271675"/>
    <w:rsid w:val="00271AE9"/>
    <w:rsid w:val="002730D6"/>
    <w:rsid w:val="0027424D"/>
    <w:rsid w:val="00277171"/>
    <w:rsid w:val="0028030B"/>
    <w:rsid w:val="00281CBB"/>
    <w:rsid w:val="00284919"/>
    <w:rsid w:val="00290518"/>
    <w:rsid w:val="00291C99"/>
    <w:rsid w:val="002929C2"/>
    <w:rsid w:val="002956D1"/>
    <w:rsid w:val="0029718D"/>
    <w:rsid w:val="002A65E0"/>
    <w:rsid w:val="002A7B16"/>
    <w:rsid w:val="002B1762"/>
    <w:rsid w:val="002B25F3"/>
    <w:rsid w:val="002B46B8"/>
    <w:rsid w:val="002B7AEF"/>
    <w:rsid w:val="002C47BF"/>
    <w:rsid w:val="002C5609"/>
    <w:rsid w:val="002C5726"/>
    <w:rsid w:val="002C6C90"/>
    <w:rsid w:val="002D276E"/>
    <w:rsid w:val="002D2F3F"/>
    <w:rsid w:val="002D48A4"/>
    <w:rsid w:val="002D4CC9"/>
    <w:rsid w:val="002D606C"/>
    <w:rsid w:val="002D6B04"/>
    <w:rsid w:val="002D6CD1"/>
    <w:rsid w:val="002D7DCE"/>
    <w:rsid w:val="002E1DFD"/>
    <w:rsid w:val="002E1F49"/>
    <w:rsid w:val="002E6543"/>
    <w:rsid w:val="002E76F8"/>
    <w:rsid w:val="002E79EC"/>
    <w:rsid w:val="002F2084"/>
    <w:rsid w:val="002F3CDB"/>
    <w:rsid w:val="002F660C"/>
    <w:rsid w:val="00307DC4"/>
    <w:rsid w:val="00310D12"/>
    <w:rsid w:val="00314D75"/>
    <w:rsid w:val="00316C55"/>
    <w:rsid w:val="00317404"/>
    <w:rsid w:val="0031782C"/>
    <w:rsid w:val="0032102F"/>
    <w:rsid w:val="00322BB1"/>
    <w:rsid w:val="003241E0"/>
    <w:rsid w:val="00324C01"/>
    <w:rsid w:val="00327305"/>
    <w:rsid w:val="00331845"/>
    <w:rsid w:val="0033281A"/>
    <w:rsid w:val="00336230"/>
    <w:rsid w:val="00341455"/>
    <w:rsid w:val="00342CD7"/>
    <w:rsid w:val="00343166"/>
    <w:rsid w:val="00347773"/>
    <w:rsid w:val="00351596"/>
    <w:rsid w:val="00351E63"/>
    <w:rsid w:val="00353CA1"/>
    <w:rsid w:val="0035431B"/>
    <w:rsid w:val="00354F61"/>
    <w:rsid w:val="003606C6"/>
    <w:rsid w:val="003623A6"/>
    <w:rsid w:val="00367465"/>
    <w:rsid w:val="003712A5"/>
    <w:rsid w:val="00371DA7"/>
    <w:rsid w:val="003741C4"/>
    <w:rsid w:val="003758B4"/>
    <w:rsid w:val="003768BD"/>
    <w:rsid w:val="0038145E"/>
    <w:rsid w:val="00383323"/>
    <w:rsid w:val="00384F38"/>
    <w:rsid w:val="00385C7E"/>
    <w:rsid w:val="00391334"/>
    <w:rsid w:val="003931BD"/>
    <w:rsid w:val="00394C88"/>
    <w:rsid w:val="00395DFF"/>
    <w:rsid w:val="003A14C4"/>
    <w:rsid w:val="003A15F7"/>
    <w:rsid w:val="003A7AF0"/>
    <w:rsid w:val="003B2F5C"/>
    <w:rsid w:val="003B6CA3"/>
    <w:rsid w:val="003C0530"/>
    <w:rsid w:val="003C40D0"/>
    <w:rsid w:val="003C4251"/>
    <w:rsid w:val="003C58D2"/>
    <w:rsid w:val="003D1091"/>
    <w:rsid w:val="003D23ED"/>
    <w:rsid w:val="003D4200"/>
    <w:rsid w:val="003D5B0A"/>
    <w:rsid w:val="003E23E2"/>
    <w:rsid w:val="003E256F"/>
    <w:rsid w:val="003E4282"/>
    <w:rsid w:val="003E7C6B"/>
    <w:rsid w:val="00402A44"/>
    <w:rsid w:val="0040371A"/>
    <w:rsid w:val="00403895"/>
    <w:rsid w:val="00410182"/>
    <w:rsid w:val="004108B9"/>
    <w:rsid w:val="00410DAB"/>
    <w:rsid w:val="0041391C"/>
    <w:rsid w:val="00420008"/>
    <w:rsid w:val="0042058F"/>
    <w:rsid w:val="00425398"/>
    <w:rsid w:val="00430FD6"/>
    <w:rsid w:val="004405E9"/>
    <w:rsid w:val="00440CDD"/>
    <w:rsid w:val="004422B0"/>
    <w:rsid w:val="004431C8"/>
    <w:rsid w:val="004444D7"/>
    <w:rsid w:val="00450A23"/>
    <w:rsid w:val="00450C60"/>
    <w:rsid w:val="00454435"/>
    <w:rsid w:val="00455C2A"/>
    <w:rsid w:val="00463724"/>
    <w:rsid w:val="004730AF"/>
    <w:rsid w:val="00477DDC"/>
    <w:rsid w:val="004836DC"/>
    <w:rsid w:val="00483952"/>
    <w:rsid w:val="00485385"/>
    <w:rsid w:val="00486746"/>
    <w:rsid w:val="00490A61"/>
    <w:rsid w:val="00493FBB"/>
    <w:rsid w:val="004A0513"/>
    <w:rsid w:val="004A33D3"/>
    <w:rsid w:val="004A4067"/>
    <w:rsid w:val="004A7646"/>
    <w:rsid w:val="004B1056"/>
    <w:rsid w:val="004B2297"/>
    <w:rsid w:val="004B42BE"/>
    <w:rsid w:val="004B5A2B"/>
    <w:rsid w:val="004B69EF"/>
    <w:rsid w:val="004B6C66"/>
    <w:rsid w:val="004C082A"/>
    <w:rsid w:val="004C0DBD"/>
    <w:rsid w:val="004C46DE"/>
    <w:rsid w:val="004C4861"/>
    <w:rsid w:val="004C534A"/>
    <w:rsid w:val="004D1B89"/>
    <w:rsid w:val="004D4A3B"/>
    <w:rsid w:val="004D6FD3"/>
    <w:rsid w:val="004E046C"/>
    <w:rsid w:val="004E2701"/>
    <w:rsid w:val="004E33A1"/>
    <w:rsid w:val="004E3939"/>
    <w:rsid w:val="004E42CF"/>
    <w:rsid w:val="004F01B7"/>
    <w:rsid w:val="004F02FF"/>
    <w:rsid w:val="004F34F4"/>
    <w:rsid w:val="004F47FB"/>
    <w:rsid w:val="004F52E1"/>
    <w:rsid w:val="004F61E5"/>
    <w:rsid w:val="004F624A"/>
    <w:rsid w:val="0050035D"/>
    <w:rsid w:val="00500385"/>
    <w:rsid w:val="0050080F"/>
    <w:rsid w:val="005012BB"/>
    <w:rsid w:val="00502854"/>
    <w:rsid w:val="00503ADB"/>
    <w:rsid w:val="00503BF5"/>
    <w:rsid w:val="00505452"/>
    <w:rsid w:val="0051117E"/>
    <w:rsid w:val="0051168A"/>
    <w:rsid w:val="005128FD"/>
    <w:rsid w:val="00514770"/>
    <w:rsid w:val="00516448"/>
    <w:rsid w:val="0051721E"/>
    <w:rsid w:val="0052294C"/>
    <w:rsid w:val="00522B71"/>
    <w:rsid w:val="00523B18"/>
    <w:rsid w:val="00525255"/>
    <w:rsid w:val="005254E6"/>
    <w:rsid w:val="00525A3D"/>
    <w:rsid w:val="00526E89"/>
    <w:rsid w:val="00530509"/>
    <w:rsid w:val="00530D97"/>
    <w:rsid w:val="0053162B"/>
    <w:rsid w:val="00534614"/>
    <w:rsid w:val="005351C4"/>
    <w:rsid w:val="00535411"/>
    <w:rsid w:val="00537277"/>
    <w:rsid w:val="0053739F"/>
    <w:rsid w:val="005402ED"/>
    <w:rsid w:val="00542CE5"/>
    <w:rsid w:val="0054466F"/>
    <w:rsid w:val="00544D47"/>
    <w:rsid w:val="00547F85"/>
    <w:rsid w:val="00551A1D"/>
    <w:rsid w:val="00552BB6"/>
    <w:rsid w:val="00552FB0"/>
    <w:rsid w:val="00556C1B"/>
    <w:rsid w:val="005573A3"/>
    <w:rsid w:val="005577CB"/>
    <w:rsid w:val="005578AE"/>
    <w:rsid w:val="0056060C"/>
    <w:rsid w:val="005624A2"/>
    <w:rsid w:val="00564789"/>
    <w:rsid w:val="00565CC5"/>
    <w:rsid w:val="0056633E"/>
    <w:rsid w:val="00567EE4"/>
    <w:rsid w:val="00572ABB"/>
    <w:rsid w:val="00572EFA"/>
    <w:rsid w:val="005808A7"/>
    <w:rsid w:val="00584CC7"/>
    <w:rsid w:val="00590807"/>
    <w:rsid w:val="0059103B"/>
    <w:rsid w:val="005A24F6"/>
    <w:rsid w:val="005A6FE4"/>
    <w:rsid w:val="005A7014"/>
    <w:rsid w:val="005B6000"/>
    <w:rsid w:val="005B6DA0"/>
    <w:rsid w:val="005C2161"/>
    <w:rsid w:val="005C278C"/>
    <w:rsid w:val="005C5B0D"/>
    <w:rsid w:val="005D01DA"/>
    <w:rsid w:val="005D154D"/>
    <w:rsid w:val="005D1FF6"/>
    <w:rsid w:val="005D2679"/>
    <w:rsid w:val="005D6601"/>
    <w:rsid w:val="005E3250"/>
    <w:rsid w:val="005E4D20"/>
    <w:rsid w:val="005E6272"/>
    <w:rsid w:val="005E77EF"/>
    <w:rsid w:val="005E7EC0"/>
    <w:rsid w:val="005F0211"/>
    <w:rsid w:val="005F0A5E"/>
    <w:rsid w:val="005F3FE5"/>
    <w:rsid w:val="005F7EC4"/>
    <w:rsid w:val="0060171F"/>
    <w:rsid w:val="00602904"/>
    <w:rsid w:val="006054A0"/>
    <w:rsid w:val="0060708A"/>
    <w:rsid w:val="006076E5"/>
    <w:rsid w:val="006123C3"/>
    <w:rsid w:val="006137D9"/>
    <w:rsid w:val="006212CC"/>
    <w:rsid w:val="00621CAF"/>
    <w:rsid w:val="00623A44"/>
    <w:rsid w:val="00627167"/>
    <w:rsid w:val="00633637"/>
    <w:rsid w:val="00635D82"/>
    <w:rsid w:val="0063673C"/>
    <w:rsid w:val="006409CE"/>
    <w:rsid w:val="006433E1"/>
    <w:rsid w:val="00644F78"/>
    <w:rsid w:val="00645154"/>
    <w:rsid w:val="006508D5"/>
    <w:rsid w:val="00651B72"/>
    <w:rsid w:val="00654681"/>
    <w:rsid w:val="00656C06"/>
    <w:rsid w:val="00663ABF"/>
    <w:rsid w:val="00665978"/>
    <w:rsid w:val="00667491"/>
    <w:rsid w:val="00672526"/>
    <w:rsid w:val="0067280F"/>
    <w:rsid w:val="0067432A"/>
    <w:rsid w:val="006773DD"/>
    <w:rsid w:val="0068193D"/>
    <w:rsid w:val="006833F0"/>
    <w:rsid w:val="00683652"/>
    <w:rsid w:val="0068373A"/>
    <w:rsid w:val="006840AC"/>
    <w:rsid w:val="00684BA3"/>
    <w:rsid w:val="00685BAE"/>
    <w:rsid w:val="0068617E"/>
    <w:rsid w:val="00691249"/>
    <w:rsid w:val="00692353"/>
    <w:rsid w:val="006940F7"/>
    <w:rsid w:val="0069495E"/>
    <w:rsid w:val="00695FAA"/>
    <w:rsid w:val="006A09D4"/>
    <w:rsid w:val="006A09F6"/>
    <w:rsid w:val="006A5134"/>
    <w:rsid w:val="006A6AF8"/>
    <w:rsid w:val="006A74AC"/>
    <w:rsid w:val="006B1BE8"/>
    <w:rsid w:val="006B3155"/>
    <w:rsid w:val="006B3322"/>
    <w:rsid w:val="006B5879"/>
    <w:rsid w:val="006B5942"/>
    <w:rsid w:val="006C0126"/>
    <w:rsid w:val="006C06E0"/>
    <w:rsid w:val="006C3ACD"/>
    <w:rsid w:val="006C4A01"/>
    <w:rsid w:val="006C6D67"/>
    <w:rsid w:val="006D02D0"/>
    <w:rsid w:val="006D1656"/>
    <w:rsid w:val="006D495B"/>
    <w:rsid w:val="006D4C4B"/>
    <w:rsid w:val="006D4F7B"/>
    <w:rsid w:val="006E1852"/>
    <w:rsid w:val="006E4913"/>
    <w:rsid w:val="006E790A"/>
    <w:rsid w:val="006F35BF"/>
    <w:rsid w:val="006F36D1"/>
    <w:rsid w:val="007019F3"/>
    <w:rsid w:val="00702F51"/>
    <w:rsid w:val="0070345B"/>
    <w:rsid w:val="00707135"/>
    <w:rsid w:val="00707653"/>
    <w:rsid w:val="00710BE6"/>
    <w:rsid w:val="007130D3"/>
    <w:rsid w:val="007168E2"/>
    <w:rsid w:val="007245DB"/>
    <w:rsid w:val="00724F57"/>
    <w:rsid w:val="00727853"/>
    <w:rsid w:val="00730E99"/>
    <w:rsid w:val="00731719"/>
    <w:rsid w:val="007360FF"/>
    <w:rsid w:val="00736C68"/>
    <w:rsid w:val="00741D40"/>
    <w:rsid w:val="00741EFF"/>
    <w:rsid w:val="00742B19"/>
    <w:rsid w:val="00744527"/>
    <w:rsid w:val="00744D28"/>
    <w:rsid w:val="0075347F"/>
    <w:rsid w:val="00753589"/>
    <w:rsid w:val="00756EFC"/>
    <w:rsid w:val="0076405D"/>
    <w:rsid w:val="00764642"/>
    <w:rsid w:val="00766F8E"/>
    <w:rsid w:val="00770D97"/>
    <w:rsid w:val="0077155C"/>
    <w:rsid w:val="00775AC0"/>
    <w:rsid w:val="0077772F"/>
    <w:rsid w:val="00781782"/>
    <w:rsid w:val="0078233C"/>
    <w:rsid w:val="00782A54"/>
    <w:rsid w:val="00790E88"/>
    <w:rsid w:val="007923BB"/>
    <w:rsid w:val="00792E64"/>
    <w:rsid w:val="00793F64"/>
    <w:rsid w:val="007976E8"/>
    <w:rsid w:val="007A27C1"/>
    <w:rsid w:val="007A2FC3"/>
    <w:rsid w:val="007A4BD7"/>
    <w:rsid w:val="007A5B4B"/>
    <w:rsid w:val="007B782A"/>
    <w:rsid w:val="007C453E"/>
    <w:rsid w:val="007C4F94"/>
    <w:rsid w:val="007C5FEE"/>
    <w:rsid w:val="007C648B"/>
    <w:rsid w:val="007C6784"/>
    <w:rsid w:val="007C7C2F"/>
    <w:rsid w:val="007D0174"/>
    <w:rsid w:val="007D2423"/>
    <w:rsid w:val="007D357D"/>
    <w:rsid w:val="007E0C99"/>
    <w:rsid w:val="007E22A2"/>
    <w:rsid w:val="007E73B2"/>
    <w:rsid w:val="007F04DB"/>
    <w:rsid w:val="007F125E"/>
    <w:rsid w:val="007F18AC"/>
    <w:rsid w:val="007F35C5"/>
    <w:rsid w:val="007F5684"/>
    <w:rsid w:val="007F594E"/>
    <w:rsid w:val="00802052"/>
    <w:rsid w:val="00804369"/>
    <w:rsid w:val="0080589F"/>
    <w:rsid w:val="008066E9"/>
    <w:rsid w:val="00814C2C"/>
    <w:rsid w:val="00820597"/>
    <w:rsid w:val="00821DE7"/>
    <w:rsid w:val="00822D2F"/>
    <w:rsid w:val="00824802"/>
    <w:rsid w:val="00827141"/>
    <w:rsid w:val="00832E3D"/>
    <w:rsid w:val="00835F50"/>
    <w:rsid w:val="008372C6"/>
    <w:rsid w:val="00845787"/>
    <w:rsid w:val="00850958"/>
    <w:rsid w:val="00850A20"/>
    <w:rsid w:val="00852568"/>
    <w:rsid w:val="00854F2C"/>
    <w:rsid w:val="00855F19"/>
    <w:rsid w:val="00857B73"/>
    <w:rsid w:val="008619F9"/>
    <w:rsid w:val="00864546"/>
    <w:rsid w:val="0086626A"/>
    <w:rsid w:val="00866EB0"/>
    <w:rsid w:val="0087284E"/>
    <w:rsid w:val="008734D8"/>
    <w:rsid w:val="008766E1"/>
    <w:rsid w:val="00880BFD"/>
    <w:rsid w:val="008829D8"/>
    <w:rsid w:val="00883C78"/>
    <w:rsid w:val="00885239"/>
    <w:rsid w:val="00887040"/>
    <w:rsid w:val="00891662"/>
    <w:rsid w:val="008966BC"/>
    <w:rsid w:val="008A009A"/>
    <w:rsid w:val="008A0FD6"/>
    <w:rsid w:val="008A17BB"/>
    <w:rsid w:val="008A2FBF"/>
    <w:rsid w:val="008A5145"/>
    <w:rsid w:val="008A6600"/>
    <w:rsid w:val="008A7338"/>
    <w:rsid w:val="008B1054"/>
    <w:rsid w:val="008B148E"/>
    <w:rsid w:val="008B5CF1"/>
    <w:rsid w:val="008B626B"/>
    <w:rsid w:val="008C1474"/>
    <w:rsid w:val="008C190A"/>
    <w:rsid w:val="008C1F4D"/>
    <w:rsid w:val="008C23DA"/>
    <w:rsid w:val="008C328B"/>
    <w:rsid w:val="008C4CA2"/>
    <w:rsid w:val="008C5854"/>
    <w:rsid w:val="008D1405"/>
    <w:rsid w:val="008D161D"/>
    <w:rsid w:val="008D165A"/>
    <w:rsid w:val="008D2318"/>
    <w:rsid w:val="008D33BF"/>
    <w:rsid w:val="008D3575"/>
    <w:rsid w:val="008D7E24"/>
    <w:rsid w:val="008E6811"/>
    <w:rsid w:val="008F3BAA"/>
    <w:rsid w:val="008F3E93"/>
    <w:rsid w:val="00901DC9"/>
    <w:rsid w:val="00904E08"/>
    <w:rsid w:val="00913E8D"/>
    <w:rsid w:val="00914D0A"/>
    <w:rsid w:val="0091582E"/>
    <w:rsid w:val="009158D3"/>
    <w:rsid w:val="0092065C"/>
    <w:rsid w:val="00924CEA"/>
    <w:rsid w:val="00925882"/>
    <w:rsid w:val="00926529"/>
    <w:rsid w:val="009276DA"/>
    <w:rsid w:val="0092792E"/>
    <w:rsid w:val="00933B8C"/>
    <w:rsid w:val="0093459B"/>
    <w:rsid w:val="00934CED"/>
    <w:rsid w:val="00943E8C"/>
    <w:rsid w:val="009451E2"/>
    <w:rsid w:val="00945D04"/>
    <w:rsid w:val="0095674D"/>
    <w:rsid w:val="00957E9C"/>
    <w:rsid w:val="009607D6"/>
    <w:rsid w:val="0097008D"/>
    <w:rsid w:val="00970BF1"/>
    <w:rsid w:val="00975511"/>
    <w:rsid w:val="009756A3"/>
    <w:rsid w:val="00977D20"/>
    <w:rsid w:val="00982963"/>
    <w:rsid w:val="009838F0"/>
    <w:rsid w:val="009858B6"/>
    <w:rsid w:val="00992516"/>
    <w:rsid w:val="009938CF"/>
    <w:rsid w:val="00993D27"/>
    <w:rsid w:val="009977A2"/>
    <w:rsid w:val="009A0A08"/>
    <w:rsid w:val="009A142B"/>
    <w:rsid w:val="009A7CD3"/>
    <w:rsid w:val="009B31E1"/>
    <w:rsid w:val="009B4029"/>
    <w:rsid w:val="009B40BB"/>
    <w:rsid w:val="009B5177"/>
    <w:rsid w:val="009B7724"/>
    <w:rsid w:val="009C0873"/>
    <w:rsid w:val="009C2ADA"/>
    <w:rsid w:val="009C582D"/>
    <w:rsid w:val="009D1FE8"/>
    <w:rsid w:val="009D673D"/>
    <w:rsid w:val="009E5530"/>
    <w:rsid w:val="009E7043"/>
    <w:rsid w:val="009E74A3"/>
    <w:rsid w:val="009E7BE4"/>
    <w:rsid w:val="009F33FB"/>
    <w:rsid w:val="009F5BFE"/>
    <w:rsid w:val="00A000FC"/>
    <w:rsid w:val="00A01494"/>
    <w:rsid w:val="00A01A6D"/>
    <w:rsid w:val="00A03946"/>
    <w:rsid w:val="00A03DFC"/>
    <w:rsid w:val="00A06AE4"/>
    <w:rsid w:val="00A06CFD"/>
    <w:rsid w:val="00A07AEB"/>
    <w:rsid w:val="00A10F74"/>
    <w:rsid w:val="00A11A70"/>
    <w:rsid w:val="00A128E3"/>
    <w:rsid w:val="00A17053"/>
    <w:rsid w:val="00A205AF"/>
    <w:rsid w:val="00A20936"/>
    <w:rsid w:val="00A21997"/>
    <w:rsid w:val="00A24AE2"/>
    <w:rsid w:val="00A26335"/>
    <w:rsid w:val="00A2703C"/>
    <w:rsid w:val="00A358C2"/>
    <w:rsid w:val="00A376BF"/>
    <w:rsid w:val="00A3789E"/>
    <w:rsid w:val="00A42529"/>
    <w:rsid w:val="00A436C7"/>
    <w:rsid w:val="00A452BD"/>
    <w:rsid w:val="00A4655E"/>
    <w:rsid w:val="00A50AB4"/>
    <w:rsid w:val="00A56449"/>
    <w:rsid w:val="00A576C9"/>
    <w:rsid w:val="00A57952"/>
    <w:rsid w:val="00A60419"/>
    <w:rsid w:val="00A658C3"/>
    <w:rsid w:val="00A722F6"/>
    <w:rsid w:val="00A73EC5"/>
    <w:rsid w:val="00A73F65"/>
    <w:rsid w:val="00A74786"/>
    <w:rsid w:val="00A75C35"/>
    <w:rsid w:val="00A809A0"/>
    <w:rsid w:val="00A853EC"/>
    <w:rsid w:val="00A86F55"/>
    <w:rsid w:val="00A93782"/>
    <w:rsid w:val="00A94382"/>
    <w:rsid w:val="00A967CC"/>
    <w:rsid w:val="00AA15C3"/>
    <w:rsid w:val="00AA24F1"/>
    <w:rsid w:val="00AB3093"/>
    <w:rsid w:val="00AB4301"/>
    <w:rsid w:val="00AB577E"/>
    <w:rsid w:val="00AB613C"/>
    <w:rsid w:val="00AB63EF"/>
    <w:rsid w:val="00AB67A2"/>
    <w:rsid w:val="00AB6E8B"/>
    <w:rsid w:val="00AB7A7B"/>
    <w:rsid w:val="00AC1267"/>
    <w:rsid w:val="00AC1627"/>
    <w:rsid w:val="00AC311B"/>
    <w:rsid w:val="00AC42E8"/>
    <w:rsid w:val="00AC5CC0"/>
    <w:rsid w:val="00AC72A9"/>
    <w:rsid w:val="00AD03A8"/>
    <w:rsid w:val="00AD5DBF"/>
    <w:rsid w:val="00AE4DB0"/>
    <w:rsid w:val="00AF0440"/>
    <w:rsid w:val="00AF1313"/>
    <w:rsid w:val="00AF2930"/>
    <w:rsid w:val="00AF319F"/>
    <w:rsid w:val="00AF5675"/>
    <w:rsid w:val="00AF6565"/>
    <w:rsid w:val="00AF7C2A"/>
    <w:rsid w:val="00B000D3"/>
    <w:rsid w:val="00B032C5"/>
    <w:rsid w:val="00B03693"/>
    <w:rsid w:val="00B0631A"/>
    <w:rsid w:val="00B06D95"/>
    <w:rsid w:val="00B10012"/>
    <w:rsid w:val="00B10320"/>
    <w:rsid w:val="00B11B3C"/>
    <w:rsid w:val="00B1352C"/>
    <w:rsid w:val="00B144CE"/>
    <w:rsid w:val="00B1622C"/>
    <w:rsid w:val="00B16C3F"/>
    <w:rsid w:val="00B171B6"/>
    <w:rsid w:val="00B20EBB"/>
    <w:rsid w:val="00B225F3"/>
    <w:rsid w:val="00B3152F"/>
    <w:rsid w:val="00B320D9"/>
    <w:rsid w:val="00B334CB"/>
    <w:rsid w:val="00B33909"/>
    <w:rsid w:val="00B35304"/>
    <w:rsid w:val="00B35DCC"/>
    <w:rsid w:val="00B36613"/>
    <w:rsid w:val="00B366AF"/>
    <w:rsid w:val="00B36741"/>
    <w:rsid w:val="00B37590"/>
    <w:rsid w:val="00B408E1"/>
    <w:rsid w:val="00B414DE"/>
    <w:rsid w:val="00B423F6"/>
    <w:rsid w:val="00B42A6A"/>
    <w:rsid w:val="00B43801"/>
    <w:rsid w:val="00B441D3"/>
    <w:rsid w:val="00B45458"/>
    <w:rsid w:val="00B511F9"/>
    <w:rsid w:val="00B54442"/>
    <w:rsid w:val="00B55C8B"/>
    <w:rsid w:val="00B564E9"/>
    <w:rsid w:val="00B60C68"/>
    <w:rsid w:val="00B64FFB"/>
    <w:rsid w:val="00B6721C"/>
    <w:rsid w:val="00B7163D"/>
    <w:rsid w:val="00B72B47"/>
    <w:rsid w:val="00B743A9"/>
    <w:rsid w:val="00B74572"/>
    <w:rsid w:val="00B7578D"/>
    <w:rsid w:val="00B75C4F"/>
    <w:rsid w:val="00B75EEB"/>
    <w:rsid w:val="00B77F4F"/>
    <w:rsid w:val="00B854D3"/>
    <w:rsid w:val="00B85E03"/>
    <w:rsid w:val="00B86083"/>
    <w:rsid w:val="00B86A4B"/>
    <w:rsid w:val="00B903BD"/>
    <w:rsid w:val="00B9287B"/>
    <w:rsid w:val="00B92C56"/>
    <w:rsid w:val="00B9383D"/>
    <w:rsid w:val="00B94433"/>
    <w:rsid w:val="00B94A33"/>
    <w:rsid w:val="00B94CFA"/>
    <w:rsid w:val="00BA6582"/>
    <w:rsid w:val="00BA72DC"/>
    <w:rsid w:val="00BA742E"/>
    <w:rsid w:val="00BB36F3"/>
    <w:rsid w:val="00BB7C2C"/>
    <w:rsid w:val="00BC04E0"/>
    <w:rsid w:val="00BC168A"/>
    <w:rsid w:val="00BC2703"/>
    <w:rsid w:val="00BC4BF5"/>
    <w:rsid w:val="00BC692C"/>
    <w:rsid w:val="00BD368C"/>
    <w:rsid w:val="00BD3B88"/>
    <w:rsid w:val="00BD3DC0"/>
    <w:rsid w:val="00BD432E"/>
    <w:rsid w:val="00BD5457"/>
    <w:rsid w:val="00BD54EA"/>
    <w:rsid w:val="00BD5BF0"/>
    <w:rsid w:val="00BD5E7A"/>
    <w:rsid w:val="00BD791C"/>
    <w:rsid w:val="00BE1CDD"/>
    <w:rsid w:val="00BE1DC0"/>
    <w:rsid w:val="00BE4C32"/>
    <w:rsid w:val="00BF312C"/>
    <w:rsid w:val="00BF53DC"/>
    <w:rsid w:val="00BF698F"/>
    <w:rsid w:val="00C02E7D"/>
    <w:rsid w:val="00C072A9"/>
    <w:rsid w:val="00C07E29"/>
    <w:rsid w:val="00C115E4"/>
    <w:rsid w:val="00C1168A"/>
    <w:rsid w:val="00C1287B"/>
    <w:rsid w:val="00C12F69"/>
    <w:rsid w:val="00C1322F"/>
    <w:rsid w:val="00C13462"/>
    <w:rsid w:val="00C138DB"/>
    <w:rsid w:val="00C155DB"/>
    <w:rsid w:val="00C22551"/>
    <w:rsid w:val="00C2412A"/>
    <w:rsid w:val="00C26602"/>
    <w:rsid w:val="00C2685A"/>
    <w:rsid w:val="00C2787A"/>
    <w:rsid w:val="00C30F7A"/>
    <w:rsid w:val="00C30FB1"/>
    <w:rsid w:val="00C32DB5"/>
    <w:rsid w:val="00C405F2"/>
    <w:rsid w:val="00C43B58"/>
    <w:rsid w:val="00C4463B"/>
    <w:rsid w:val="00C47917"/>
    <w:rsid w:val="00C549C8"/>
    <w:rsid w:val="00C55BB5"/>
    <w:rsid w:val="00C55FBF"/>
    <w:rsid w:val="00C563FA"/>
    <w:rsid w:val="00C61D8E"/>
    <w:rsid w:val="00C62479"/>
    <w:rsid w:val="00C638C9"/>
    <w:rsid w:val="00C63A4B"/>
    <w:rsid w:val="00C63C40"/>
    <w:rsid w:val="00C645BF"/>
    <w:rsid w:val="00C65F6B"/>
    <w:rsid w:val="00C75507"/>
    <w:rsid w:val="00C765EA"/>
    <w:rsid w:val="00C7767F"/>
    <w:rsid w:val="00C801A7"/>
    <w:rsid w:val="00C8021D"/>
    <w:rsid w:val="00C80352"/>
    <w:rsid w:val="00C840C2"/>
    <w:rsid w:val="00C87A6F"/>
    <w:rsid w:val="00C90371"/>
    <w:rsid w:val="00C912CC"/>
    <w:rsid w:val="00C922A1"/>
    <w:rsid w:val="00C93F18"/>
    <w:rsid w:val="00C97B6F"/>
    <w:rsid w:val="00CA0948"/>
    <w:rsid w:val="00CA11C0"/>
    <w:rsid w:val="00CA161C"/>
    <w:rsid w:val="00CA2100"/>
    <w:rsid w:val="00CA2959"/>
    <w:rsid w:val="00CA3D3F"/>
    <w:rsid w:val="00CA3F71"/>
    <w:rsid w:val="00CA44D4"/>
    <w:rsid w:val="00CA750B"/>
    <w:rsid w:val="00CB1318"/>
    <w:rsid w:val="00CB59BE"/>
    <w:rsid w:val="00CB5F3D"/>
    <w:rsid w:val="00CB67C8"/>
    <w:rsid w:val="00CC08DD"/>
    <w:rsid w:val="00CC248B"/>
    <w:rsid w:val="00CC3D26"/>
    <w:rsid w:val="00CC4B8E"/>
    <w:rsid w:val="00CD2EA6"/>
    <w:rsid w:val="00CD4009"/>
    <w:rsid w:val="00CD51E4"/>
    <w:rsid w:val="00CD55FC"/>
    <w:rsid w:val="00CD578C"/>
    <w:rsid w:val="00CD5EE3"/>
    <w:rsid w:val="00CE17F0"/>
    <w:rsid w:val="00CE304E"/>
    <w:rsid w:val="00CE4315"/>
    <w:rsid w:val="00CE48FF"/>
    <w:rsid w:val="00CE6646"/>
    <w:rsid w:val="00CE68E1"/>
    <w:rsid w:val="00CF3295"/>
    <w:rsid w:val="00CF6AB6"/>
    <w:rsid w:val="00D00528"/>
    <w:rsid w:val="00D0773E"/>
    <w:rsid w:val="00D07779"/>
    <w:rsid w:val="00D10DC2"/>
    <w:rsid w:val="00D16810"/>
    <w:rsid w:val="00D16D4E"/>
    <w:rsid w:val="00D218FA"/>
    <w:rsid w:val="00D2370F"/>
    <w:rsid w:val="00D25554"/>
    <w:rsid w:val="00D27262"/>
    <w:rsid w:val="00D2742D"/>
    <w:rsid w:val="00D30D3C"/>
    <w:rsid w:val="00D312BA"/>
    <w:rsid w:val="00D31647"/>
    <w:rsid w:val="00D3296E"/>
    <w:rsid w:val="00D3318D"/>
    <w:rsid w:val="00D34867"/>
    <w:rsid w:val="00D35117"/>
    <w:rsid w:val="00D377D2"/>
    <w:rsid w:val="00D4553A"/>
    <w:rsid w:val="00D5146D"/>
    <w:rsid w:val="00D55484"/>
    <w:rsid w:val="00D60F8C"/>
    <w:rsid w:val="00D62F4F"/>
    <w:rsid w:val="00D657B4"/>
    <w:rsid w:val="00D65DD2"/>
    <w:rsid w:val="00D668FD"/>
    <w:rsid w:val="00D66BE0"/>
    <w:rsid w:val="00D706BE"/>
    <w:rsid w:val="00D70B63"/>
    <w:rsid w:val="00D7327D"/>
    <w:rsid w:val="00D758E5"/>
    <w:rsid w:val="00D77DA2"/>
    <w:rsid w:val="00D811FC"/>
    <w:rsid w:val="00D84E8D"/>
    <w:rsid w:val="00D86485"/>
    <w:rsid w:val="00D90E8D"/>
    <w:rsid w:val="00D95034"/>
    <w:rsid w:val="00DA01C0"/>
    <w:rsid w:val="00DA1662"/>
    <w:rsid w:val="00DA431D"/>
    <w:rsid w:val="00DA6134"/>
    <w:rsid w:val="00DB164B"/>
    <w:rsid w:val="00DB1721"/>
    <w:rsid w:val="00DB5FA9"/>
    <w:rsid w:val="00DC2B36"/>
    <w:rsid w:val="00DC3A75"/>
    <w:rsid w:val="00DC3FBB"/>
    <w:rsid w:val="00DC5C04"/>
    <w:rsid w:val="00DC6E82"/>
    <w:rsid w:val="00DC6EA5"/>
    <w:rsid w:val="00DC74D6"/>
    <w:rsid w:val="00DD348D"/>
    <w:rsid w:val="00DD3F83"/>
    <w:rsid w:val="00DD439E"/>
    <w:rsid w:val="00DD564D"/>
    <w:rsid w:val="00DE1696"/>
    <w:rsid w:val="00DE2D10"/>
    <w:rsid w:val="00DE3CE3"/>
    <w:rsid w:val="00DE60D4"/>
    <w:rsid w:val="00DE673C"/>
    <w:rsid w:val="00DE6D43"/>
    <w:rsid w:val="00DF0029"/>
    <w:rsid w:val="00DF58B2"/>
    <w:rsid w:val="00E00C64"/>
    <w:rsid w:val="00E02004"/>
    <w:rsid w:val="00E03C3B"/>
    <w:rsid w:val="00E04971"/>
    <w:rsid w:val="00E04D9F"/>
    <w:rsid w:val="00E10812"/>
    <w:rsid w:val="00E110C8"/>
    <w:rsid w:val="00E13638"/>
    <w:rsid w:val="00E25F5E"/>
    <w:rsid w:val="00E276E0"/>
    <w:rsid w:val="00E3056D"/>
    <w:rsid w:val="00E34A81"/>
    <w:rsid w:val="00E35A39"/>
    <w:rsid w:val="00E3692C"/>
    <w:rsid w:val="00E403DE"/>
    <w:rsid w:val="00E42275"/>
    <w:rsid w:val="00E43212"/>
    <w:rsid w:val="00E445D2"/>
    <w:rsid w:val="00E459BB"/>
    <w:rsid w:val="00E47905"/>
    <w:rsid w:val="00E47CC1"/>
    <w:rsid w:val="00E547CC"/>
    <w:rsid w:val="00E5661A"/>
    <w:rsid w:val="00E5728E"/>
    <w:rsid w:val="00E636E2"/>
    <w:rsid w:val="00E66634"/>
    <w:rsid w:val="00E73724"/>
    <w:rsid w:val="00E8093E"/>
    <w:rsid w:val="00E834C0"/>
    <w:rsid w:val="00E8374E"/>
    <w:rsid w:val="00E85B9E"/>
    <w:rsid w:val="00E86CC3"/>
    <w:rsid w:val="00E90A71"/>
    <w:rsid w:val="00E90CAE"/>
    <w:rsid w:val="00E9383C"/>
    <w:rsid w:val="00E94C0F"/>
    <w:rsid w:val="00E95C94"/>
    <w:rsid w:val="00E96B29"/>
    <w:rsid w:val="00EA1A03"/>
    <w:rsid w:val="00EA53BC"/>
    <w:rsid w:val="00EA6EFB"/>
    <w:rsid w:val="00EB0F36"/>
    <w:rsid w:val="00EB4F47"/>
    <w:rsid w:val="00EB5176"/>
    <w:rsid w:val="00EB5407"/>
    <w:rsid w:val="00EC2FA5"/>
    <w:rsid w:val="00EC3AC0"/>
    <w:rsid w:val="00EC6299"/>
    <w:rsid w:val="00EC69EF"/>
    <w:rsid w:val="00ED09A9"/>
    <w:rsid w:val="00ED1151"/>
    <w:rsid w:val="00ED4BB1"/>
    <w:rsid w:val="00ED7AF3"/>
    <w:rsid w:val="00ED7E50"/>
    <w:rsid w:val="00EE05BB"/>
    <w:rsid w:val="00EE1489"/>
    <w:rsid w:val="00EE1EFD"/>
    <w:rsid w:val="00EE2CB4"/>
    <w:rsid w:val="00EE40A9"/>
    <w:rsid w:val="00EF0082"/>
    <w:rsid w:val="00EF01EA"/>
    <w:rsid w:val="00EF3FF9"/>
    <w:rsid w:val="00EF79D9"/>
    <w:rsid w:val="00F02741"/>
    <w:rsid w:val="00F0376C"/>
    <w:rsid w:val="00F04EC8"/>
    <w:rsid w:val="00F06D95"/>
    <w:rsid w:val="00F07340"/>
    <w:rsid w:val="00F10CF1"/>
    <w:rsid w:val="00F146CD"/>
    <w:rsid w:val="00F14834"/>
    <w:rsid w:val="00F16A53"/>
    <w:rsid w:val="00F16BDE"/>
    <w:rsid w:val="00F174C1"/>
    <w:rsid w:val="00F17844"/>
    <w:rsid w:val="00F17B99"/>
    <w:rsid w:val="00F24E5C"/>
    <w:rsid w:val="00F25562"/>
    <w:rsid w:val="00F26139"/>
    <w:rsid w:val="00F26DDC"/>
    <w:rsid w:val="00F323E3"/>
    <w:rsid w:val="00F32A44"/>
    <w:rsid w:val="00F42FE0"/>
    <w:rsid w:val="00F43560"/>
    <w:rsid w:val="00F459D5"/>
    <w:rsid w:val="00F45D80"/>
    <w:rsid w:val="00F47151"/>
    <w:rsid w:val="00F504CF"/>
    <w:rsid w:val="00F51A52"/>
    <w:rsid w:val="00F574ED"/>
    <w:rsid w:val="00F60046"/>
    <w:rsid w:val="00F61164"/>
    <w:rsid w:val="00F613EF"/>
    <w:rsid w:val="00F623E5"/>
    <w:rsid w:val="00F632DA"/>
    <w:rsid w:val="00F7153B"/>
    <w:rsid w:val="00F72F89"/>
    <w:rsid w:val="00F74DA5"/>
    <w:rsid w:val="00F777BF"/>
    <w:rsid w:val="00F81639"/>
    <w:rsid w:val="00F81A8A"/>
    <w:rsid w:val="00F906EC"/>
    <w:rsid w:val="00F9184A"/>
    <w:rsid w:val="00F9248D"/>
    <w:rsid w:val="00F93F8F"/>
    <w:rsid w:val="00F94BF1"/>
    <w:rsid w:val="00F9694B"/>
    <w:rsid w:val="00F974F5"/>
    <w:rsid w:val="00FA004F"/>
    <w:rsid w:val="00FA0709"/>
    <w:rsid w:val="00FA3A3F"/>
    <w:rsid w:val="00FA74CD"/>
    <w:rsid w:val="00FB1D9B"/>
    <w:rsid w:val="00FB2669"/>
    <w:rsid w:val="00FB38AD"/>
    <w:rsid w:val="00FB5D3F"/>
    <w:rsid w:val="00FB5D56"/>
    <w:rsid w:val="00FC5227"/>
    <w:rsid w:val="00FC652B"/>
    <w:rsid w:val="00FD1101"/>
    <w:rsid w:val="00FD1780"/>
    <w:rsid w:val="00FD3D38"/>
    <w:rsid w:val="00FD6C40"/>
    <w:rsid w:val="00FE09B7"/>
    <w:rsid w:val="00FE0C3C"/>
    <w:rsid w:val="00FE212B"/>
    <w:rsid w:val="00FE6915"/>
    <w:rsid w:val="00FE6AF6"/>
    <w:rsid w:val="00FE70D6"/>
    <w:rsid w:val="00FF291E"/>
    <w:rsid w:val="00FF2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F733C90"/>
  <w15:docId w15:val="{3AD118B4-09FD-4DA6-81D2-3EE22D476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02854"/>
    <w:rPr>
      <w:rFonts w:ascii="Century Gothic" w:hAnsi="Century Gothic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0A36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asstyl1">
    <w:name w:val="Gas_styl1"/>
    <w:rPr>
      <w:rFonts w:ascii="Century Gothic" w:hAnsi="Century Gothic"/>
      <w:sz w:val="20"/>
      <w:szCs w:val="20"/>
    </w:rPr>
  </w:style>
  <w:style w:type="paragraph" w:styleId="Nagwek">
    <w:name w:val="header"/>
    <w:basedOn w:val="Normalny"/>
    <w:locked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locked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rsid w:val="006728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locked/>
  </w:style>
  <w:style w:type="paragraph" w:customStyle="1" w:styleId="Podstawowyakapitowy">
    <w:name w:val="[Podstawowy akapitowy]"/>
    <w:basedOn w:val="Normalny"/>
    <w:rsid w:val="00EE1EF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8E681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8E6811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324C01"/>
    <w:rPr>
      <w:rFonts w:ascii="Century Gothic" w:hAnsi="Century Gothic"/>
    </w:rPr>
  </w:style>
  <w:style w:type="paragraph" w:styleId="Akapitzlist">
    <w:name w:val="List Paragraph"/>
    <w:aliases w:val="Nagłowek 3,Preambuła,EST_akapit z listą,Liste CGS,lp1,Styl 1,Obiekt,List Paragraph1,List Paragraph,maz_wyliczenie,opis dzialania,K-P_odwolanie,A_wyliczenie,Akapit z listą5,Liste à puces retrait droite,Wyliczanie,Numerowanie,BulletC"/>
    <w:basedOn w:val="Normalny"/>
    <w:link w:val="AkapitzlistZnak"/>
    <w:uiPriority w:val="34"/>
    <w:qFormat/>
    <w:rsid w:val="000D120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Nagłowek 3 Znak,Preambuła Znak,EST_akapit z listą Znak,Liste CGS Znak,lp1 Znak,Styl 1 Znak,Obiekt Znak,List Paragraph1 Znak,List Paragraph Znak,maz_wyliczenie Znak,opis dzialania Znak,K-P_odwolanie Znak,A_wyliczenie Znak,BulletC Znak"/>
    <w:link w:val="Akapitzlist"/>
    <w:uiPriority w:val="34"/>
    <w:qFormat/>
    <w:locked/>
    <w:rsid w:val="000D1209"/>
    <w:rPr>
      <w:rFonts w:ascii="Calibri" w:eastAsia="Calibri" w:hAnsi="Calibri"/>
      <w:sz w:val="22"/>
      <w:szCs w:val="22"/>
      <w:lang w:eastAsia="en-US"/>
    </w:rPr>
  </w:style>
  <w:style w:type="character" w:styleId="Pogrubienie">
    <w:name w:val="Strong"/>
    <w:uiPriority w:val="22"/>
    <w:qFormat/>
    <w:rsid w:val="00792E64"/>
    <w:rPr>
      <w:b/>
      <w:bCs/>
    </w:rPr>
  </w:style>
  <w:style w:type="character" w:customStyle="1" w:styleId="Nagwek2Znak">
    <w:name w:val="Nagłówek 2 Znak"/>
    <w:basedOn w:val="Domylnaczcionkaakapitu"/>
    <w:link w:val="Nagwek2"/>
    <w:semiHidden/>
    <w:rsid w:val="000A367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Default">
    <w:name w:val="Default"/>
    <w:rsid w:val="003741C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uiPriority w:val="99"/>
    <w:rsid w:val="00A128E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128E3"/>
    <w:rPr>
      <w:rFonts w:ascii="Times New Roman" w:hAnsi="Times New Roman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128E3"/>
    <w:rPr>
      <w:lang w:val="x-none" w:eastAsia="x-none"/>
    </w:rPr>
  </w:style>
  <w:style w:type="paragraph" w:styleId="Zwykytekst">
    <w:name w:val="Plain Text"/>
    <w:basedOn w:val="Normalny"/>
    <w:link w:val="ZwykytekstZnak"/>
    <w:uiPriority w:val="99"/>
    <w:unhideWhenUsed/>
    <w:rsid w:val="00025166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25166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colset">
    <w:name w:val="colset"/>
    <w:basedOn w:val="Normalny"/>
    <w:rsid w:val="000068E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3D1091"/>
    <w:rPr>
      <w:rFonts w:ascii="Century Gothic" w:hAnsi="Century Gothic"/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semiHidden/>
    <w:rsid w:val="003D1091"/>
    <w:rPr>
      <w:rFonts w:ascii="Century Gothic" w:hAnsi="Century Gothic"/>
      <w:b/>
      <w:bCs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7E22A2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customStyle="1" w:styleId="tekst">
    <w:name w:val="tekst"/>
    <w:basedOn w:val="Normalny"/>
    <w:uiPriority w:val="99"/>
    <w:rsid w:val="00F81A8A"/>
    <w:pPr>
      <w:suppressLineNumbers/>
      <w:spacing w:before="60" w:after="60"/>
      <w:jc w:val="both"/>
    </w:pPr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802052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02052"/>
    <w:rPr>
      <w:color w:val="605E5C"/>
      <w:shd w:val="clear" w:color="auto" w:fill="E1DFDD"/>
    </w:rPr>
  </w:style>
  <w:style w:type="character" w:customStyle="1" w:styleId="h4span4">
    <w:name w:val="h4span4"/>
    <w:basedOn w:val="Domylnaczcionkaakapitu"/>
    <w:rsid w:val="00B7578D"/>
    <w:rPr>
      <w:sz w:val="23"/>
      <w:szCs w:val="23"/>
    </w:rPr>
  </w:style>
  <w:style w:type="character" w:customStyle="1" w:styleId="FontStyle20">
    <w:name w:val="Font Style20"/>
    <w:basedOn w:val="Domylnaczcionkaakapitu"/>
    <w:uiPriority w:val="99"/>
    <w:rsid w:val="0008044C"/>
    <w:rPr>
      <w:rFonts w:ascii="Century Gothic" w:hAnsi="Century Gothic" w:cs="Century Gothic"/>
      <w:b/>
      <w:bCs/>
      <w:sz w:val="20"/>
      <w:szCs w:val="20"/>
    </w:rPr>
  </w:style>
  <w:style w:type="paragraph" w:styleId="Tekstpodstawowywcity2">
    <w:name w:val="Body Text Indent 2"/>
    <w:basedOn w:val="Normalny"/>
    <w:link w:val="Tekstpodstawowywcity2Znak"/>
    <w:rsid w:val="00A03946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03946"/>
    <w:rPr>
      <w:sz w:val="24"/>
      <w:szCs w:val="24"/>
    </w:rPr>
  </w:style>
  <w:style w:type="character" w:styleId="Odwoanieprzypisudolnego">
    <w:name w:val="footnote reference"/>
    <w:basedOn w:val="Domylnaczcionkaakapitu"/>
    <w:semiHidden/>
    <w:rsid w:val="00525A3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4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0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8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0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8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0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1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1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8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6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2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2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8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6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KATARZ~1.GOL\USTAWI~1\Temp\Katalog%20tymczasowy%2022%20dla%20Papiery_dot.zip\Papier_do_korespondencji_dla_Siedziby\Papier%20do%20korespondencji%20zewnetrznej%20wersja%20angielska%20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Osoba xmlns="CD76CD2F-9062-47D7-9A9D-65C91CB75866">gaz-system\katarzyna.grzelachow</Osoba>
    <Odbiorcy2 xmlns="CD76CD2F-9062-47D7-9A9D-65C91CB75866" xsi:nil="true"/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NazwaPliku xmlns="CD76CD2F-9062-47D7-9A9D-65C91CB75866">Szablon zewnętrzny POZ.docx</NazwaPliku>
    <ContentTypeId xmlns="http://schemas.microsoft.com/sharepoint/v3">0x002FCD76CD6290D7479A9D65C91CB75866</ContentTypeId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2FCD76CD6290D7479A9D65C91CB75866" ma:contentTypeVersion="" ma:contentTypeDescription="" ma:contentTypeScope="" ma:versionID="336abe01702564c96767c5db84d42fea">
  <xsd:schema xmlns:xsd="http://www.w3.org/2001/XMLSchema" xmlns:xs="http://www.w3.org/2001/XMLSchema" xmlns:p="http://schemas.microsoft.com/office/2006/metadata/properties" xmlns:ns1="http://schemas.microsoft.com/sharepoint/v3" xmlns:ns2="CD76CD2F-9062-47D7-9A9D-65C91CB75866" targetNamespace="http://schemas.microsoft.com/office/2006/metadata/properties" ma:root="true" ma:fieldsID="2430f99129949294cce9bad118de66e7" ns1:_="" ns2:_="">
    <xsd:import namespace="http://schemas.microsoft.com/sharepoint/v3"/>
    <xsd:import namespace="CD76CD2F-9062-47D7-9A9D-65C91CB75866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owshiddenversion" ma:index="56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7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58" nillable="true" ma:displayName="Wersja" ma:internalName="_UIVersionString" ma:readOnly="true">
      <xsd:simpleType>
        <xsd:restriction base="dms:Text"/>
      </xsd:simpleType>
    </xsd:element>
    <xsd:element name="InstanceID" ma:index="59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0" nillable="true" ma:displayName="Kolejność" ma:hidden="true" ma:internalName="Order">
      <xsd:simpleType>
        <xsd:restriction base="dms:Number"/>
      </xsd:simpleType>
    </xsd:element>
    <xsd:element name="GUID" ma:index="61" nillable="true" ma:displayName="Identyfikator GUID" ma:hidden="true" ma:internalName="GUID" ma:readOnly="true">
      <xsd:simpleType>
        <xsd:restriction base="dms:Unknown"/>
      </xsd:simpleType>
    </xsd:element>
    <xsd:element name="WorkflowVersion" ma:index="62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3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4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5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6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68" nillable="true" ma:displayName="Łącze szablonu" ma:hidden="true" ma:internalName="TemplateUrl">
      <xsd:simpleType>
        <xsd:restriction base="dms:Text"/>
      </xsd:simpleType>
    </xsd:element>
    <xsd:element name="xd_ProgID" ma:index="69" nillable="true" ma:displayName="Łącze pliku HTML" ma:hidden="true" ma:internalName="xd_ProgID">
      <xsd:simpleType>
        <xsd:restriction base="dms:Text"/>
      </xsd:simpleType>
    </xsd:element>
    <xsd:element name="xd_Signature" ma:index="70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76CD2F-9062-47D7-9A9D-65C91CB75866" elementFormDefault="qualified">
    <xsd:import namespace="http://schemas.microsoft.com/office/2006/documentManagement/types"/>
    <xsd:import namespace="http://schemas.microsoft.com/office/infopath/2007/PartnerControls"/>
    <xsd:element name="Osoba" ma:index="73" nillable="true" ma:displayName="Osoba" ma:description="" ma:internalName="Osoba">
      <xsd:simpleType>
        <xsd:restriction base="dms:Text"/>
      </xsd:simpleType>
    </xsd:element>
    <xsd:element name="NazwaPliku" ma:index="74" nillable="true" ma:displayName="NazwaPliku" ma:description="" ma:internalName="NazwaPliku">
      <xsd:simpleType>
        <xsd:restriction base="dms:Text"/>
      </xsd:simpleType>
    </xsd:element>
    <xsd:element name="Odbiorcy2" ma:index="75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0142512-3ED8-4E23-A8BD-5E61EBCEDF3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CD76CD2F-9062-47D7-9A9D-65C91CB75866"/>
  </ds:schemaRefs>
</ds:datastoreItem>
</file>

<file path=customXml/itemProps2.xml><?xml version="1.0" encoding="utf-8"?>
<ds:datastoreItem xmlns:ds="http://schemas.openxmlformats.org/officeDocument/2006/customXml" ds:itemID="{79667111-8541-412A-A19F-37433EAB571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C418695-A3BC-4ED8-AA39-75A2D554E4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D76CD2F-9062-47D7-9A9D-65C91CB758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do korespondencji zewnetrznej wersja angielska </Template>
  <TotalTime>4</TotalTime>
  <Pages>2</Pages>
  <Words>270</Words>
  <Characters>1753</Characters>
  <Application>Microsoft Office Word</Application>
  <DocSecurity>4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zewnętrzny POZ</vt:lpstr>
    </vt:vector>
  </TitlesOfParts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zewnętrzny POZ</dc:title>
  <dc:subject>Firmówki</dc:subject>
  <dc:creator>Baraniak Wojciech</dc:creator>
  <cp:lastModifiedBy>Jaworska Aneta</cp:lastModifiedBy>
  <cp:revision>2</cp:revision>
  <cp:lastPrinted>2026-02-23T07:59:00Z</cp:lastPrinted>
  <dcterms:created xsi:type="dcterms:W3CDTF">2026-03-02T09:52:00Z</dcterms:created>
  <dcterms:modified xsi:type="dcterms:W3CDTF">2026-03-02T09:52:00Z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PZ.261.87.2017.10</vt:lpwstr>
  </property>
  <property fmtid="{D5CDD505-2E9C-101B-9397-08002B2CF9AE}" pid="3" name="UNPPisma">
    <vt:lpwstr>2017-52972</vt:lpwstr>
  </property>
  <property fmtid="{D5CDD505-2E9C-101B-9397-08002B2CF9AE}" pid="4" name="ZnakSprawy">
    <vt:lpwstr>PZ.261.87.2017</vt:lpwstr>
  </property>
  <property fmtid="{D5CDD505-2E9C-101B-9397-08002B2CF9AE}" pid="5" name="ZnakSprawyPrzedPrzeniesieniem">
    <vt:lpwstr/>
  </property>
  <property fmtid="{D5CDD505-2E9C-101B-9397-08002B2CF9AE}" pid="6" name="Autor">
    <vt:lpwstr>GRZELACHOWSKA KATARZYNA</vt:lpwstr>
  </property>
  <property fmtid="{D5CDD505-2E9C-101B-9397-08002B2CF9AE}" pid="7" name="AutorInicjaly">
    <vt:lpwstr>KG5</vt:lpwstr>
  </property>
  <property fmtid="{D5CDD505-2E9C-101B-9397-08002B2CF9AE}" pid="8" name="AutorNrTelefonu">
    <vt:lpwstr>-</vt:lpwstr>
  </property>
  <property fmtid="{D5CDD505-2E9C-101B-9397-08002B2CF9AE}" pid="9" name="Stanowisko">
    <vt:lpwstr>SPECJALISTA</vt:lpwstr>
  </property>
  <property fmtid="{D5CDD505-2E9C-101B-9397-08002B2CF9AE}" pid="10" name="OpisPisma">
    <vt:lpwstr>zaproszenie do negocjacji</vt:lpwstr>
  </property>
  <property fmtid="{D5CDD505-2E9C-101B-9397-08002B2CF9AE}" pid="11" name="Komorka">
    <vt:lpwstr>Dyrektor Zarządzający</vt:lpwstr>
  </property>
  <property fmtid="{D5CDD505-2E9C-101B-9397-08002B2CF9AE}" pid="12" name="KodKomorki">
    <vt:lpwstr>DZ</vt:lpwstr>
  </property>
  <property fmtid="{D5CDD505-2E9C-101B-9397-08002B2CF9AE}" pid="13" name="AktualnaData">
    <vt:lpwstr>2017-04-10</vt:lpwstr>
  </property>
  <property fmtid="{D5CDD505-2E9C-101B-9397-08002B2CF9AE}" pid="14" name="Wydzial">
    <vt:lpwstr>Dział Realizacji Zamówień</vt:lpwstr>
  </property>
  <property fmtid="{D5CDD505-2E9C-101B-9397-08002B2CF9AE}" pid="15" name="KodWydzialu">
    <vt:lpwstr>ZA</vt:lpwstr>
  </property>
  <property fmtid="{D5CDD505-2E9C-101B-9397-08002B2CF9AE}" pid="16" name="ZaakceptowanePrzez">
    <vt:lpwstr>n/d</vt:lpwstr>
  </property>
  <property fmtid="{D5CDD505-2E9C-101B-9397-08002B2CF9AE}" pid="17" name="PrzekazanieDo">
    <vt:lpwstr/>
  </property>
  <property fmtid="{D5CDD505-2E9C-101B-9397-08002B2CF9AE}" pid="18" name="PrzekazanieDoStanowisko">
    <vt:lpwstr/>
  </property>
  <property fmtid="{D5CDD505-2E9C-101B-9397-08002B2CF9AE}" pid="19" name="PrzekazanieDoKomorkaPracownika">
    <vt:lpwstr/>
  </property>
  <property fmtid="{D5CDD505-2E9C-101B-9397-08002B2CF9AE}" pid="20" name="PrzekazanieWgRozdzielnika">
    <vt:lpwstr/>
  </property>
  <property fmtid="{D5CDD505-2E9C-101B-9397-08002B2CF9AE}" pid="21" name="adresImie">
    <vt:lpwstr/>
  </property>
  <property fmtid="{D5CDD505-2E9C-101B-9397-08002B2CF9AE}" pid="22" name="adresNazwisko">
    <vt:lpwstr/>
  </property>
  <property fmtid="{D5CDD505-2E9C-101B-9397-08002B2CF9AE}" pid="23" name="adresNazwa">
    <vt:lpwstr>FIRMA HANDLOWO - USŁUGOWA „LAU-MAG” MAGDALENA ZBYTEK-KSIĄŻKIEWICZ</vt:lpwstr>
  </property>
  <property fmtid="{D5CDD505-2E9C-101B-9397-08002B2CF9AE}" pid="24" name="adresOddzial">
    <vt:lpwstr/>
  </property>
  <property fmtid="{D5CDD505-2E9C-101B-9397-08002B2CF9AE}" pid="25" name="adresUlica">
    <vt:lpwstr>UL. KAZIMIERZA FLUDRY</vt:lpwstr>
  </property>
  <property fmtid="{D5CDD505-2E9C-101B-9397-08002B2CF9AE}" pid="26" name="adresTypUlicy">
    <vt:lpwstr/>
  </property>
  <property fmtid="{D5CDD505-2E9C-101B-9397-08002B2CF9AE}" pid="27" name="adresNrDomu">
    <vt:lpwstr>16/1</vt:lpwstr>
  </property>
  <property fmtid="{D5CDD505-2E9C-101B-9397-08002B2CF9AE}" pid="28" name="adresNrLokalu">
    <vt:lpwstr/>
  </property>
  <property fmtid="{D5CDD505-2E9C-101B-9397-08002B2CF9AE}" pid="29" name="adresKodPocztowy">
    <vt:lpwstr>62-035</vt:lpwstr>
  </property>
  <property fmtid="{D5CDD505-2E9C-101B-9397-08002B2CF9AE}" pid="30" name="adresMiejscowosc">
    <vt:lpwstr>KÓRNIK</vt:lpwstr>
  </property>
  <property fmtid="{D5CDD505-2E9C-101B-9397-08002B2CF9AE}" pid="31" name="adresPoczta">
    <vt:lpwstr/>
  </property>
  <property fmtid="{D5CDD505-2E9C-101B-9397-08002B2CF9AE}" pid="32" name="adresEMail">
    <vt:lpwstr/>
  </property>
  <property fmtid="{D5CDD505-2E9C-101B-9397-08002B2CF9AE}" pid="33" name="DataNaPismie">
    <vt:lpwstr/>
  </property>
  <property fmtid="{D5CDD505-2E9C-101B-9397-08002B2CF9AE}" pid="34" name="KodKreskowy">
    <vt:lpwstr/>
  </property>
  <property fmtid="{D5CDD505-2E9C-101B-9397-08002B2CF9AE}" pid="35" name="TrescPisma">
    <vt:lpwstr/>
  </property>
</Properties>
</file>